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61"/>
        <w:tblW w:w="9885" w:type="dxa"/>
        <w:tblBorders>
          <w:top w:val="single" w:sz="6" w:space="0" w:color="auto"/>
          <w:left w:val="single" w:sz="6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5"/>
      </w:tblGrid>
      <w:tr w:rsidR="009E0752" w:rsidRPr="00370D5B" w14:paraId="20E50139" w14:textId="77777777" w:rsidTr="009E0752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2922662D" w14:textId="77777777" w:rsidR="009E0752" w:rsidRPr="00370D5B" w:rsidRDefault="009E0752" w:rsidP="001D68CA">
            <w:pPr>
              <w:pStyle w:val="Heading1"/>
              <w:tabs>
                <w:tab w:val="left" w:pos="852"/>
                <w:tab w:val="center" w:pos="4836"/>
              </w:tabs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70D5B">
              <w:rPr>
                <w:rFonts w:asciiTheme="minorHAnsi" w:hAnsiTheme="minorHAnsi" w:cstheme="minorHAnsi"/>
              </w:rPr>
              <w:tab/>
            </w:r>
            <w:r w:rsidRPr="00370D5B">
              <w:rPr>
                <w:rFonts w:asciiTheme="minorHAnsi" w:hAnsiTheme="minorHAnsi" w:cstheme="minorHAnsi"/>
              </w:rPr>
              <w:tab/>
            </w:r>
            <w:r w:rsidR="0096628D" w:rsidRPr="00370D5B">
              <w:rPr>
                <w:rFonts w:asciiTheme="minorHAnsi" w:hAnsiTheme="minorHAnsi" w:cstheme="minorHAnsi"/>
                <w:sz w:val="28"/>
                <w:szCs w:val="28"/>
              </w:rPr>
              <w:t xml:space="preserve">Abdullah M. </w:t>
            </w:r>
            <w:proofErr w:type="spellStart"/>
            <w:r w:rsidR="0096628D" w:rsidRPr="00370D5B">
              <w:rPr>
                <w:rFonts w:asciiTheme="minorHAnsi" w:hAnsiTheme="minorHAnsi" w:cstheme="minorHAnsi"/>
                <w:sz w:val="28"/>
                <w:szCs w:val="28"/>
              </w:rPr>
              <w:t>Mamo</w:t>
            </w:r>
            <w:r w:rsidR="001D68CA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="0096628D" w:rsidRPr="00370D5B">
              <w:rPr>
                <w:rFonts w:asciiTheme="minorHAnsi" w:hAnsiTheme="minorHAnsi" w:cstheme="minorHAnsi"/>
                <w:sz w:val="28"/>
                <w:szCs w:val="28"/>
              </w:rPr>
              <w:t>n</w:t>
            </w:r>
            <w:proofErr w:type="spellEnd"/>
            <w:r w:rsidR="0096628D" w:rsidRPr="00370D5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96628D" w:rsidRPr="00370D5B">
              <w:rPr>
                <w:rFonts w:asciiTheme="minorHAnsi" w:hAnsiTheme="minorHAnsi" w:cstheme="minorHAnsi"/>
                <w:sz w:val="28"/>
                <w:szCs w:val="28"/>
              </w:rPr>
              <w:t>Almurad</w:t>
            </w:r>
            <w:proofErr w:type="spellEnd"/>
          </w:p>
          <w:p w14:paraId="27B68A51" w14:textId="77777777" w:rsidR="009E0752" w:rsidRPr="00370D5B" w:rsidRDefault="009E0752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0C6C993D" w14:textId="77777777" w:rsidR="009E0752" w:rsidRPr="00370D5B" w:rsidRDefault="009E0752" w:rsidP="009E0752">
      <w:pPr>
        <w:pStyle w:val="Footer"/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038" w:type="dxa"/>
        <w:tblLook w:val="01E0" w:firstRow="1" w:lastRow="1" w:firstColumn="1" w:lastColumn="1" w:noHBand="0" w:noVBand="0"/>
      </w:tblPr>
      <w:tblGrid>
        <w:gridCol w:w="2414"/>
        <w:gridCol w:w="4624"/>
      </w:tblGrid>
      <w:tr w:rsidR="0096628D" w:rsidRPr="00370D5B" w14:paraId="33D3DBD2" w14:textId="77777777" w:rsidTr="003843D2">
        <w:tc>
          <w:tcPr>
            <w:tcW w:w="2414" w:type="dxa"/>
          </w:tcPr>
          <w:p w14:paraId="3D3F6F1C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Contact details:</w:t>
            </w:r>
            <w:r w:rsidRPr="00370D5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  <w:t xml:space="preserve">   </w:t>
            </w:r>
          </w:p>
          <w:p w14:paraId="4596569E" w14:textId="77777777" w:rsidR="0096628D" w:rsidRPr="00370D5B" w:rsidRDefault="0096628D" w:rsidP="0096628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</w:t>
            </w:r>
          </w:p>
          <w:p w14:paraId="3385D63F" w14:textId="77777777" w:rsidR="0096628D" w:rsidRPr="00370D5B" w:rsidRDefault="0096628D" w:rsidP="0096628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24" w:type="dxa"/>
            <w:hideMark/>
          </w:tcPr>
          <w:p w14:paraId="3079097A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>Mobile N.: 050 9339131</w:t>
            </w:r>
          </w:p>
          <w:p w14:paraId="2E6D57F3" w14:textId="77777777" w:rsidR="0096628D" w:rsidRPr="00370D5B" w:rsidRDefault="0096628D" w:rsidP="002552A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 xml:space="preserve">Email: </w:t>
            </w:r>
            <w:r w:rsidR="002552AE" w:rsidRPr="00370D5B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843D2">
              <w:rPr>
                <w:rFonts w:asciiTheme="minorHAnsi" w:hAnsiTheme="minorHAnsi" w:cstheme="minorHAnsi"/>
                <w:sz w:val="24"/>
                <w:szCs w:val="24"/>
              </w:rPr>
              <w:t>bdullah</w:t>
            </w:r>
            <w:r w:rsidR="002552AE" w:rsidRPr="00370D5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3843D2">
              <w:rPr>
                <w:rFonts w:asciiTheme="minorHAnsi" w:hAnsiTheme="minorHAnsi" w:cstheme="minorHAnsi"/>
                <w:sz w:val="24"/>
                <w:szCs w:val="24"/>
              </w:rPr>
              <w:t>M.A</w:t>
            </w:r>
            <w:r w:rsidR="002552AE" w:rsidRPr="00370D5B">
              <w:rPr>
                <w:rFonts w:asciiTheme="minorHAnsi" w:hAnsiTheme="minorHAnsi" w:cstheme="minorHAnsi"/>
                <w:sz w:val="24"/>
                <w:szCs w:val="24"/>
              </w:rPr>
              <w:t>lmurad@gmail.com</w:t>
            </w:r>
          </w:p>
        </w:tc>
      </w:tr>
      <w:tr w:rsidR="0096628D" w:rsidRPr="00370D5B" w14:paraId="1C3C3E44" w14:textId="77777777" w:rsidTr="003843D2">
        <w:tc>
          <w:tcPr>
            <w:tcW w:w="2414" w:type="dxa"/>
            <w:hideMark/>
          </w:tcPr>
          <w:p w14:paraId="61A4D942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Personal Details:</w:t>
            </w:r>
            <w:r w:rsidRPr="00370D5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ab/>
              <w:t xml:space="preserve">   </w:t>
            </w:r>
          </w:p>
        </w:tc>
        <w:tc>
          <w:tcPr>
            <w:tcW w:w="4624" w:type="dxa"/>
            <w:hideMark/>
          </w:tcPr>
          <w:p w14:paraId="0C2FAE3E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D51B7" w:rsidRPr="00370D5B" w14:paraId="0BD12B62" w14:textId="77777777" w:rsidTr="003843D2">
        <w:tc>
          <w:tcPr>
            <w:tcW w:w="2414" w:type="dxa"/>
          </w:tcPr>
          <w:p w14:paraId="4E2D83F4" w14:textId="77777777" w:rsidR="002D51B7" w:rsidRPr="00370D5B" w:rsidRDefault="002D51B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 xml:space="preserve">Date of Birth: </w:t>
            </w:r>
          </w:p>
        </w:tc>
        <w:tc>
          <w:tcPr>
            <w:tcW w:w="4624" w:type="dxa"/>
          </w:tcPr>
          <w:p w14:paraId="432C0BE5" w14:textId="77777777" w:rsidR="002D51B7" w:rsidRPr="00370D5B" w:rsidRDefault="002D51B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  <w:r w:rsidRPr="00370D5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th</w:t>
            </w: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 xml:space="preserve"> July 1990</w:t>
            </w:r>
          </w:p>
        </w:tc>
      </w:tr>
      <w:tr w:rsidR="0096628D" w:rsidRPr="00370D5B" w14:paraId="3A0EF17B" w14:textId="77777777" w:rsidTr="003843D2">
        <w:tc>
          <w:tcPr>
            <w:tcW w:w="2414" w:type="dxa"/>
            <w:hideMark/>
          </w:tcPr>
          <w:p w14:paraId="727A043F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 xml:space="preserve">Nationality: </w:t>
            </w: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</w:t>
            </w:r>
          </w:p>
        </w:tc>
        <w:tc>
          <w:tcPr>
            <w:tcW w:w="4624" w:type="dxa"/>
            <w:hideMark/>
          </w:tcPr>
          <w:p w14:paraId="4E01E730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>Syrian</w:t>
            </w:r>
          </w:p>
        </w:tc>
      </w:tr>
      <w:tr w:rsidR="0096628D" w:rsidRPr="00370D5B" w14:paraId="26507603" w14:textId="77777777" w:rsidTr="003843D2">
        <w:tc>
          <w:tcPr>
            <w:tcW w:w="2414" w:type="dxa"/>
            <w:hideMark/>
          </w:tcPr>
          <w:p w14:paraId="6A52DBBD" w14:textId="77777777" w:rsidR="0096628D" w:rsidRPr="00370D5B" w:rsidRDefault="0096628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>Marital Status:</w:t>
            </w:r>
          </w:p>
        </w:tc>
        <w:tc>
          <w:tcPr>
            <w:tcW w:w="4624" w:type="dxa"/>
            <w:hideMark/>
          </w:tcPr>
          <w:p w14:paraId="07C4DC9F" w14:textId="77777777" w:rsidR="00AB641E" w:rsidRPr="00370D5B" w:rsidRDefault="0096628D" w:rsidP="00CC534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0D5B">
              <w:rPr>
                <w:rFonts w:asciiTheme="minorHAnsi" w:hAnsiTheme="minorHAnsi" w:cstheme="minorHAnsi"/>
                <w:sz w:val="24"/>
                <w:szCs w:val="24"/>
              </w:rPr>
              <w:t>Married</w:t>
            </w:r>
            <w:r w:rsidR="00B91CF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77CC180B" w14:textId="77777777" w:rsidR="009E0752" w:rsidRPr="00370D5B" w:rsidRDefault="009E0752" w:rsidP="009E0752">
      <w:pPr>
        <w:pStyle w:val="BodyTex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85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5"/>
      </w:tblGrid>
      <w:tr w:rsidR="009E0752" w:rsidRPr="00370D5B" w14:paraId="4115BB72" w14:textId="77777777" w:rsidTr="009E0752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C35EB8" w14:textId="77777777" w:rsidR="009E0752" w:rsidRPr="00370D5B" w:rsidRDefault="00AB641E">
            <w:pPr>
              <w:pStyle w:val="Heading4"/>
              <w:jc w:val="both"/>
              <w:rPr>
                <w:rFonts w:asciiTheme="minorHAnsi" w:hAnsiTheme="minorHAnsi" w:cstheme="minorHAnsi"/>
                <w:sz w:val="28"/>
              </w:rPr>
            </w:pPr>
            <w:r w:rsidRPr="00370D5B">
              <w:rPr>
                <w:rFonts w:asciiTheme="minorHAnsi" w:hAnsiTheme="minorHAnsi" w:cstheme="minorHAnsi"/>
                <w:sz w:val="28"/>
              </w:rPr>
              <w:t>Profile</w:t>
            </w:r>
          </w:p>
        </w:tc>
      </w:tr>
    </w:tbl>
    <w:p w14:paraId="79C4CEF7" w14:textId="77777777" w:rsidR="00AB641E" w:rsidRPr="00370D5B" w:rsidRDefault="00F314A9" w:rsidP="00B91CF4">
      <w:pPr>
        <w:spacing w:before="100" w:after="10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370D5B">
        <w:rPr>
          <w:rFonts w:asciiTheme="minorHAnsi" w:hAnsiTheme="minorHAnsi" w:cstheme="minorHAnsi"/>
          <w:sz w:val="24"/>
          <w:szCs w:val="24"/>
        </w:rPr>
        <w:t>A</w:t>
      </w:r>
      <w:r w:rsidR="00AB641E" w:rsidRPr="00370D5B">
        <w:rPr>
          <w:rFonts w:asciiTheme="minorHAnsi" w:hAnsiTheme="minorHAnsi" w:cstheme="minorHAnsi"/>
          <w:sz w:val="24"/>
          <w:szCs w:val="24"/>
        </w:rPr>
        <w:t xml:space="preserve"> competent, hardwor</w:t>
      </w:r>
      <w:r w:rsidR="004C7D8E" w:rsidRPr="00370D5B">
        <w:rPr>
          <w:rFonts w:asciiTheme="minorHAnsi" w:hAnsiTheme="minorHAnsi" w:cstheme="minorHAnsi"/>
          <w:sz w:val="24"/>
          <w:szCs w:val="24"/>
        </w:rPr>
        <w:t>king and adaptable professional,</w:t>
      </w:r>
      <w:r w:rsidR="00AB641E" w:rsidRPr="00370D5B">
        <w:rPr>
          <w:rFonts w:asciiTheme="minorHAnsi" w:hAnsiTheme="minorHAnsi" w:cstheme="minorHAnsi"/>
          <w:sz w:val="24"/>
          <w:szCs w:val="24"/>
        </w:rPr>
        <w:t xml:space="preserve"> looking to secure a challenging role that will allow me to u</w:t>
      </w:r>
      <w:r w:rsidR="004C7D8E" w:rsidRPr="00370D5B">
        <w:rPr>
          <w:rFonts w:asciiTheme="minorHAnsi" w:hAnsiTheme="minorHAnsi" w:cstheme="minorHAnsi"/>
          <w:sz w:val="24"/>
          <w:szCs w:val="24"/>
        </w:rPr>
        <w:t xml:space="preserve">tilize my skills </w:t>
      </w:r>
      <w:r w:rsidR="00AB641E" w:rsidRPr="00370D5B">
        <w:rPr>
          <w:rFonts w:asciiTheme="minorHAnsi" w:hAnsiTheme="minorHAnsi" w:cstheme="minorHAnsi"/>
          <w:sz w:val="24"/>
          <w:szCs w:val="24"/>
        </w:rPr>
        <w:t xml:space="preserve">to forge a longstanding career within a forward thinking firm. </w:t>
      </w:r>
    </w:p>
    <w:p w14:paraId="0E44CFAC" w14:textId="77777777" w:rsidR="009E0752" w:rsidRPr="00370D5B" w:rsidRDefault="009E0752" w:rsidP="009E0752">
      <w:pPr>
        <w:pStyle w:val="BodyTex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85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5"/>
      </w:tblGrid>
      <w:tr w:rsidR="009E0752" w:rsidRPr="00370D5B" w14:paraId="1F713140" w14:textId="77777777" w:rsidTr="009E0752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0DFA95E" w14:textId="77777777" w:rsidR="009E0752" w:rsidRPr="00370D5B" w:rsidRDefault="00AB641E">
            <w:pPr>
              <w:pStyle w:val="Heading4"/>
              <w:jc w:val="both"/>
              <w:rPr>
                <w:rFonts w:asciiTheme="minorHAnsi" w:hAnsiTheme="minorHAnsi" w:cstheme="minorHAnsi"/>
                <w:sz w:val="28"/>
              </w:rPr>
            </w:pPr>
            <w:r w:rsidRPr="00370D5B">
              <w:rPr>
                <w:rFonts w:asciiTheme="minorHAnsi" w:hAnsiTheme="minorHAnsi" w:cstheme="minorHAnsi"/>
                <w:sz w:val="28"/>
              </w:rPr>
              <w:t>Education</w:t>
            </w:r>
          </w:p>
        </w:tc>
      </w:tr>
    </w:tbl>
    <w:p w14:paraId="547B1D45" w14:textId="77777777" w:rsidR="00AB641E" w:rsidRPr="00370D5B" w:rsidRDefault="00AB641E" w:rsidP="009E0752">
      <w:pPr>
        <w:numPr>
          <w:ilvl w:val="12"/>
          <w:numId w:val="0"/>
        </w:numPr>
        <w:ind w:left="283" w:hanging="283"/>
        <w:jc w:val="both"/>
        <w:rPr>
          <w:rFonts w:asciiTheme="minorHAnsi" w:hAnsiTheme="minorHAnsi" w:cstheme="minorHAnsi"/>
          <w:sz w:val="18"/>
          <w:szCs w:val="18"/>
        </w:rPr>
      </w:pPr>
    </w:p>
    <w:p w14:paraId="121ECE2D" w14:textId="77777777" w:rsidR="00CC534F" w:rsidRDefault="00CC534F" w:rsidP="00CC534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2014-</w:t>
      </w:r>
      <w:r w:rsidR="000E532B">
        <w:rPr>
          <w:rFonts w:asciiTheme="minorHAnsi" w:hAnsiTheme="minorHAnsi" w:cstheme="minorHAnsi"/>
          <w:b/>
          <w:bCs/>
          <w:sz w:val="24"/>
          <w:szCs w:val="24"/>
        </w:rPr>
        <w:t>Present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</w:t>
      </w:r>
      <w:r w:rsidRPr="00CC534F">
        <w:rPr>
          <w:rFonts w:asciiTheme="minorHAnsi" w:hAnsiTheme="minorHAnsi" w:cstheme="minorHAnsi"/>
          <w:sz w:val="24"/>
          <w:szCs w:val="24"/>
        </w:rPr>
        <w:t xml:space="preserve">Preparation of </w:t>
      </w:r>
      <w:r w:rsidR="000E532B">
        <w:rPr>
          <w:rFonts w:asciiTheme="minorHAnsi" w:hAnsiTheme="minorHAnsi" w:cstheme="minorHAnsi"/>
          <w:sz w:val="24"/>
          <w:szCs w:val="24"/>
        </w:rPr>
        <w:t>Master in Private Law</w:t>
      </w:r>
      <w:r>
        <w:rPr>
          <w:rFonts w:asciiTheme="minorHAnsi" w:hAnsiTheme="minorHAnsi" w:cstheme="minorHAnsi"/>
          <w:sz w:val="24"/>
          <w:szCs w:val="24"/>
        </w:rPr>
        <w:t xml:space="preserve">, Al Ain University for Science         </w:t>
      </w:r>
    </w:p>
    <w:p w14:paraId="42D857EF" w14:textId="77777777" w:rsidR="000E532B" w:rsidRPr="000E532B" w:rsidRDefault="00CC534F" w:rsidP="00CC534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and </w:t>
      </w:r>
      <w:r w:rsidR="000E532B">
        <w:rPr>
          <w:rFonts w:asciiTheme="minorHAnsi" w:hAnsiTheme="minorHAnsi" w:cstheme="minorHAnsi"/>
          <w:sz w:val="24"/>
          <w:szCs w:val="24"/>
        </w:rPr>
        <w:t>Technology</w:t>
      </w:r>
      <w:r w:rsidR="000E532B" w:rsidRPr="000E532B">
        <w:rPr>
          <w:rFonts w:asciiTheme="minorHAnsi" w:hAnsiTheme="minorHAnsi" w:cstheme="minorHAnsi"/>
          <w:sz w:val="24"/>
          <w:szCs w:val="24"/>
        </w:rPr>
        <w:t>(AAU), Al Ain UAE</w:t>
      </w:r>
    </w:p>
    <w:p w14:paraId="00B23F86" w14:textId="63899FE9" w:rsidR="00370D5B" w:rsidRDefault="00CC534F" w:rsidP="000E532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2011-</w:t>
      </w:r>
      <w:r w:rsidR="00AB192B">
        <w:rPr>
          <w:rFonts w:asciiTheme="minorHAnsi" w:hAnsiTheme="minorHAnsi" w:cstheme="minorHAnsi"/>
          <w:b/>
          <w:bCs/>
          <w:sz w:val="24"/>
          <w:szCs w:val="24"/>
        </w:rPr>
        <w:t>20</w:t>
      </w:r>
      <w:r w:rsidR="002547C4">
        <w:rPr>
          <w:rFonts w:asciiTheme="minorHAnsi" w:hAnsiTheme="minorHAnsi" w:cstheme="minorHAnsi"/>
          <w:b/>
          <w:bCs/>
          <w:sz w:val="24"/>
          <w:szCs w:val="24"/>
        </w:rPr>
        <w:t>14</w:t>
      </w:r>
      <w:r w:rsidR="000E532B"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</w:t>
      </w:r>
      <w:r w:rsidR="00AB641E" w:rsidRPr="00370D5B">
        <w:rPr>
          <w:rFonts w:asciiTheme="minorHAnsi" w:hAnsiTheme="minorHAnsi" w:cstheme="minorHAnsi"/>
          <w:sz w:val="24"/>
          <w:szCs w:val="24"/>
        </w:rPr>
        <w:t>Bachelor of Law</w:t>
      </w:r>
      <w:r w:rsidR="00F314A9" w:rsidRPr="00370D5B">
        <w:rPr>
          <w:rFonts w:asciiTheme="minorHAnsi" w:hAnsiTheme="minorHAnsi" w:cstheme="minorHAnsi"/>
          <w:sz w:val="24"/>
          <w:szCs w:val="24"/>
        </w:rPr>
        <w:t xml:space="preserve"> (L.L.B.)</w:t>
      </w:r>
      <w:r w:rsidR="00AB641E" w:rsidRPr="00370D5B">
        <w:rPr>
          <w:rFonts w:asciiTheme="minorHAnsi" w:hAnsiTheme="minorHAnsi" w:cstheme="minorHAnsi"/>
          <w:sz w:val="24"/>
          <w:szCs w:val="24"/>
        </w:rPr>
        <w:t>, Al Ain University of Science and</w:t>
      </w:r>
    </w:p>
    <w:p w14:paraId="513BA709" w14:textId="31C8883C" w:rsidR="00AB641E" w:rsidRPr="00370D5B" w:rsidRDefault="00370D5B" w:rsidP="000E532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</w:t>
      </w:r>
      <w:r w:rsidR="00AB641E" w:rsidRPr="00370D5B">
        <w:rPr>
          <w:rFonts w:asciiTheme="minorHAnsi" w:hAnsiTheme="minorHAnsi" w:cstheme="minorHAnsi"/>
          <w:sz w:val="24"/>
          <w:szCs w:val="24"/>
        </w:rPr>
        <w:t>Technology</w:t>
      </w:r>
      <w:r w:rsidR="000C7DB9" w:rsidRPr="00370D5B">
        <w:rPr>
          <w:rFonts w:asciiTheme="minorHAnsi" w:hAnsiTheme="minorHAnsi" w:cstheme="minorHAnsi"/>
          <w:sz w:val="24"/>
          <w:szCs w:val="24"/>
        </w:rPr>
        <w:t xml:space="preserve"> </w:t>
      </w:r>
      <w:r w:rsidR="00AB641E" w:rsidRPr="00370D5B">
        <w:rPr>
          <w:rFonts w:asciiTheme="minorHAnsi" w:hAnsiTheme="minorHAnsi" w:cstheme="minorHAnsi"/>
          <w:sz w:val="24"/>
          <w:szCs w:val="24"/>
        </w:rPr>
        <w:t>(AAU), Al</w:t>
      </w:r>
      <w:r w:rsidR="000E532B">
        <w:rPr>
          <w:rFonts w:asciiTheme="minorHAnsi" w:hAnsiTheme="minorHAnsi" w:cstheme="minorHAnsi"/>
          <w:sz w:val="24"/>
          <w:szCs w:val="24"/>
        </w:rPr>
        <w:t xml:space="preserve"> </w:t>
      </w:r>
      <w:r w:rsidR="00AB641E" w:rsidRPr="00370D5B">
        <w:rPr>
          <w:rFonts w:asciiTheme="minorHAnsi" w:hAnsiTheme="minorHAnsi" w:cstheme="minorHAnsi"/>
          <w:sz w:val="24"/>
          <w:szCs w:val="24"/>
        </w:rPr>
        <w:t>Ain UAE</w:t>
      </w:r>
    </w:p>
    <w:p w14:paraId="7883D650" w14:textId="48919C24" w:rsidR="00AB641E" w:rsidRPr="00370D5B" w:rsidRDefault="00AB641E" w:rsidP="000E532B">
      <w:pPr>
        <w:ind w:left="2160" w:hanging="2160"/>
        <w:jc w:val="both"/>
        <w:rPr>
          <w:rFonts w:asciiTheme="minorHAnsi" w:hAnsiTheme="minorHAnsi" w:cstheme="minorHAnsi"/>
          <w:sz w:val="22"/>
          <w:szCs w:val="24"/>
        </w:rPr>
      </w:pPr>
      <w:r w:rsidRPr="00370D5B">
        <w:rPr>
          <w:rFonts w:asciiTheme="minorHAnsi" w:hAnsiTheme="minorHAnsi" w:cstheme="minorHAnsi"/>
          <w:b/>
          <w:bCs/>
          <w:sz w:val="24"/>
          <w:szCs w:val="24"/>
        </w:rPr>
        <w:t>2008</w:t>
      </w:r>
      <w:r w:rsidR="00365AB7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</w:t>
      </w:r>
      <w:r w:rsidR="00B91CF4">
        <w:rPr>
          <w:rFonts w:asciiTheme="minorHAnsi" w:hAnsiTheme="minorHAnsi" w:cstheme="minorHAnsi"/>
          <w:sz w:val="24"/>
          <w:szCs w:val="24"/>
        </w:rPr>
        <w:t>Scientific</w:t>
      </w:r>
      <w:r w:rsidRPr="00370D5B">
        <w:rPr>
          <w:rFonts w:asciiTheme="minorHAnsi" w:hAnsiTheme="minorHAnsi" w:cstheme="minorHAnsi"/>
          <w:sz w:val="24"/>
          <w:szCs w:val="24"/>
        </w:rPr>
        <w:t xml:space="preserve"> Institute High School, </w:t>
      </w:r>
      <w:r w:rsidR="00CC534F">
        <w:rPr>
          <w:rFonts w:asciiTheme="minorHAnsi" w:hAnsiTheme="minorHAnsi" w:cstheme="minorHAnsi"/>
          <w:sz w:val="24"/>
          <w:szCs w:val="24"/>
        </w:rPr>
        <w:t>Al Ain, UAE</w:t>
      </w:r>
    </w:p>
    <w:p w14:paraId="74C1C2C1" w14:textId="77777777" w:rsidR="009E0752" w:rsidRPr="00370D5B" w:rsidRDefault="009E0752" w:rsidP="009E0752">
      <w:pPr>
        <w:pStyle w:val="BodyTex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85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5"/>
      </w:tblGrid>
      <w:tr w:rsidR="009E0752" w:rsidRPr="00370D5B" w14:paraId="28720647" w14:textId="77777777" w:rsidTr="009E0752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8596484" w14:textId="77777777" w:rsidR="009E0752" w:rsidRPr="00370D5B" w:rsidRDefault="00AB641E">
            <w:pPr>
              <w:pStyle w:val="Heading3"/>
              <w:jc w:val="both"/>
              <w:rPr>
                <w:rFonts w:asciiTheme="minorHAnsi" w:hAnsiTheme="minorHAnsi" w:cstheme="minorHAnsi"/>
                <w:sz w:val="28"/>
              </w:rPr>
            </w:pPr>
            <w:r w:rsidRPr="00370D5B">
              <w:rPr>
                <w:rFonts w:asciiTheme="minorHAnsi" w:hAnsiTheme="minorHAnsi" w:cstheme="minorHAnsi"/>
                <w:sz w:val="28"/>
              </w:rPr>
              <w:t>Work</w:t>
            </w:r>
            <w:r w:rsidR="009E0752" w:rsidRPr="00370D5B">
              <w:rPr>
                <w:rFonts w:asciiTheme="minorHAnsi" w:hAnsiTheme="minorHAnsi" w:cstheme="minorHAnsi"/>
                <w:sz w:val="28"/>
              </w:rPr>
              <w:t xml:space="preserve"> Experience</w:t>
            </w:r>
          </w:p>
        </w:tc>
      </w:tr>
    </w:tbl>
    <w:p w14:paraId="3967A1F8" w14:textId="77777777" w:rsidR="009E0752" w:rsidRPr="00370D5B" w:rsidRDefault="009E0752" w:rsidP="009E0752">
      <w:pPr>
        <w:ind w:left="-90" w:firstLine="90"/>
        <w:jc w:val="both"/>
        <w:rPr>
          <w:rFonts w:asciiTheme="minorHAnsi" w:hAnsiTheme="minorHAnsi" w:cstheme="minorHAnsi"/>
          <w:sz w:val="16"/>
          <w:szCs w:val="16"/>
        </w:rPr>
      </w:pPr>
      <w:r w:rsidRPr="00370D5B">
        <w:rPr>
          <w:rFonts w:asciiTheme="minorHAnsi" w:hAnsiTheme="minorHAnsi" w:cstheme="minorHAnsi"/>
          <w:sz w:val="16"/>
          <w:szCs w:val="16"/>
        </w:rPr>
        <w:tab/>
      </w:r>
      <w:r w:rsidRPr="00370D5B">
        <w:rPr>
          <w:rFonts w:asciiTheme="minorHAnsi" w:hAnsiTheme="minorHAnsi" w:cstheme="minorHAnsi"/>
          <w:sz w:val="16"/>
          <w:szCs w:val="16"/>
        </w:rPr>
        <w:tab/>
      </w:r>
      <w:r w:rsidRPr="00370D5B">
        <w:rPr>
          <w:rFonts w:asciiTheme="minorHAnsi" w:hAnsiTheme="minorHAnsi" w:cstheme="minorHAnsi"/>
          <w:sz w:val="16"/>
          <w:szCs w:val="16"/>
        </w:rPr>
        <w:tab/>
      </w:r>
    </w:p>
    <w:p w14:paraId="57BD6835" w14:textId="7C04D519" w:rsidR="00CC534F" w:rsidRDefault="00365AB7" w:rsidP="001A5B68">
      <w:pPr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iCs/>
          <w:sz w:val="24"/>
          <w:szCs w:val="24"/>
          <w:u w:val="single"/>
        </w:rPr>
        <w:t>Oct</w:t>
      </w:r>
      <w:r w:rsidR="00CC534F">
        <w:rPr>
          <w:rFonts w:asciiTheme="minorHAnsi" w:hAnsiTheme="minorHAnsi" w:cstheme="minorHAnsi"/>
          <w:b/>
          <w:iCs/>
          <w:sz w:val="24"/>
          <w:szCs w:val="24"/>
          <w:u w:val="single"/>
        </w:rPr>
        <w:t>/2015 –</w:t>
      </w:r>
      <w:r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Mar</w:t>
      </w:r>
      <w:r w:rsidR="00CC534F">
        <w:rPr>
          <w:rFonts w:asciiTheme="minorHAnsi" w:hAnsiTheme="minorHAnsi" w:cstheme="minorHAnsi"/>
          <w:b/>
          <w:iCs/>
          <w:sz w:val="24"/>
          <w:szCs w:val="24"/>
          <w:u w:val="single"/>
        </w:rPr>
        <w:t>/2016:</w:t>
      </w:r>
    </w:p>
    <w:p w14:paraId="4800C1F1" w14:textId="77777777" w:rsidR="00D36613" w:rsidRPr="00D36613" w:rsidRDefault="00D36613" w:rsidP="00D36613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601D276C" w14:textId="77777777" w:rsidR="00D36613" w:rsidRPr="00D36613" w:rsidRDefault="00D36613" w:rsidP="00D36613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D36613">
        <w:rPr>
          <w:rFonts w:asciiTheme="minorHAnsi" w:hAnsiTheme="minorHAnsi" w:cstheme="minorHAnsi"/>
          <w:color w:val="000000"/>
          <w:sz w:val="24"/>
          <w:szCs w:val="24"/>
        </w:rPr>
        <w:t xml:space="preserve">Trainee at </w:t>
      </w:r>
      <w:proofErr w:type="spellStart"/>
      <w:r w:rsidRPr="00D36613">
        <w:rPr>
          <w:rFonts w:asciiTheme="minorHAnsi" w:hAnsiTheme="minorHAnsi" w:cstheme="minorHAnsi"/>
          <w:color w:val="000000"/>
          <w:sz w:val="24"/>
          <w:szCs w:val="24"/>
        </w:rPr>
        <w:t>Galadari</w:t>
      </w:r>
      <w:proofErr w:type="spellEnd"/>
      <w:r w:rsidRPr="00D36613">
        <w:rPr>
          <w:rFonts w:asciiTheme="minorHAnsi" w:hAnsiTheme="minorHAnsi" w:cstheme="minorHAnsi"/>
          <w:color w:val="000000"/>
          <w:sz w:val="24"/>
          <w:szCs w:val="24"/>
        </w:rPr>
        <w:t xml:space="preserve"> Advocates &amp; Legal Consultants.</w:t>
      </w:r>
    </w:p>
    <w:p w14:paraId="597E3126" w14:textId="77777777" w:rsidR="00D36613" w:rsidRPr="00D36613" w:rsidRDefault="00D36613" w:rsidP="00D36613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2F51B0C" w14:textId="5930739E" w:rsidR="00CC534F" w:rsidRDefault="00D36613" w:rsidP="00D36613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D36613">
        <w:rPr>
          <w:rFonts w:asciiTheme="minorHAnsi" w:hAnsiTheme="minorHAnsi" w:cstheme="minorHAnsi"/>
          <w:color w:val="000000"/>
          <w:sz w:val="24"/>
          <w:szCs w:val="24"/>
        </w:rPr>
        <w:t>Contributed by drafting legal advices and memorandums and pleas for cases being heard before the Courts of First Instances and the Court of Appeal.</w:t>
      </w:r>
    </w:p>
    <w:p w14:paraId="32D0550F" w14:textId="77777777" w:rsidR="00D36613" w:rsidRPr="00CC534F" w:rsidRDefault="00D36613" w:rsidP="00D36613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401B9724" w14:textId="499BD65E" w:rsidR="008125F8" w:rsidRDefault="00365AB7" w:rsidP="001A5B68">
      <w:pPr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  <w:u w:val="single"/>
        </w:rPr>
        <w:t>Feb</w:t>
      </w:r>
      <w:r w:rsidR="00CC534F">
        <w:rPr>
          <w:rFonts w:asciiTheme="minorHAnsi" w:hAnsiTheme="minorHAnsi" w:cstheme="minorHAnsi"/>
          <w:b/>
          <w:iCs/>
          <w:sz w:val="24"/>
          <w:szCs w:val="24"/>
          <w:u w:val="single"/>
        </w:rPr>
        <w:t>/</w:t>
      </w:r>
      <w:r w:rsidR="001A5B68" w:rsidRPr="00370D5B">
        <w:rPr>
          <w:rFonts w:asciiTheme="minorHAnsi" w:hAnsiTheme="minorHAnsi" w:cstheme="minorHAnsi"/>
          <w:b/>
          <w:iCs/>
          <w:sz w:val="24"/>
          <w:szCs w:val="24"/>
          <w:u w:val="single"/>
        </w:rPr>
        <w:t>2011</w:t>
      </w:r>
      <w:r w:rsidR="0016648C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–</w:t>
      </w:r>
      <w:r w:rsidR="00DB5D46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2015</w:t>
      </w:r>
      <w:r w:rsidR="00032E8E" w:rsidRPr="00370D5B">
        <w:rPr>
          <w:rFonts w:asciiTheme="minorHAnsi" w:hAnsiTheme="minorHAnsi" w:cstheme="minorHAnsi"/>
          <w:b/>
          <w:iCs/>
          <w:sz w:val="24"/>
          <w:szCs w:val="24"/>
          <w:u w:val="single"/>
        </w:rPr>
        <w:t>:</w:t>
      </w:r>
      <w:r w:rsidR="00032E8E" w:rsidRPr="00370D5B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</w:p>
    <w:p w14:paraId="7D821C9C" w14:textId="77777777" w:rsidR="00370D5B" w:rsidRPr="00370D5B" w:rsidRDefault="00370D5B" w:rsidP="001A5B68">
      <w:pPr>
        <w:rPr>
          <w:rFonts w:asciiTheme="minorHAnsi" w:hAnsiTheme="minorHAnsi" w:cstheme="minorHAnsi"/>
          <w:b/>
          <w:iCs/>
          <w:sz w:val="24"/>
          <w:szCs w:val="24"/>
        </w:rPr>
      </w:pPr>
    </w:p>
    <w:p w14:paraId="03909964" w14:textId="0C43D068" w:rsidR="00370D5B" w:rsidRDefault="00DB5D46" w:rsidP="001A5B68">
      <w:pPr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 xml:space="preserve">Clark at the </w:t>
      </w:r>
      <w:proofErr w:type="spellStart"/>
      <w:r>
        <w:rPr>
          <w:rFonts w:asciiTheme="minorHAnsi" w:hAnsiTheme="minorHAnsi" w:cstheme="minorHAnsi"/>
          <w:b/>
          <w:iCs/>
          <w:sz w:val="24"/>
          <w:szCs w:val="24"/>
        </w:rPr>
        <w:t>AlF</w:t>
      </w:r>
      <w:r w:rsidR="00032E8E" w:rsidRPr="00370D5B">
        <w:rPr>
          <w:rFonts w:asciiTheme="minorHAnsi" w:hAnsiTheme="minorHAnsi" w:cstheme="minorHAnsi"/>
          <w:b/>
          <w:iCs/>
          <w:sz w:val="24"/>
          <w:szCs w:val="24"/>
        </w:rPr>
        <w:t>ares</w:t>
      </w:r>
      <w:proofErr w:type="spellEnd"/>
      <w:r w:rsidR="00032E8E" w:rsidRPr="00370D5B">
        <w:rPr>
          <w:rFonts w:asciiTheme="minorHAnsi" w:hAnsiTheme="minorHAnsi" w:cstheme="minorHAnsi"/>
          <w:b/>
          <w:iCs/>
          <w:sz w:val="24"/>
          <w:szCs w:val="24"/>
        </w:rPr>
        <w:t xml:space="preserve"> Pharmacy</w:t>
      </w:r>
      <w:r w:rsidR="001A5B68" w:rsidRPr="00370D5B">
        <w:rPr>
          <w:rFonts w:asciiTheme="minorHAnsi" w:hAnsiTheme="minorHAnsi" w:cstheme="minorHAnsi"/>
          <w:b/>
          <w:iCs/>
          <w:sz w:val="24"/>
          <w:szCs w:val="24"/>
        </w:rPr>
        <w:t xml:space="preserve"> (Al Ain)</w:t>
      </w:r>
      <w:r w:rsidR="00032E8E" w:rsidRPr="00370D5B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="00032E8E" w:rsidRPr="00370D5B">
        <w:rPr>
          <w:rFonts w:asciiTheme="minorHAnsi" w:hAnsiTheme="minorHAnsi" w:cstheme="minorHAnsi"/>
          <w:bCs/>
          <w:iCs/>
          <w:sz w:val="24"/>
          <w:szCs w:val="24"/>
        </w:rPr>
        <w:t xml:space="preserve"> working as a sales representative</w:t>
      </w:r>
      <w:r w:rsidR="001A5B68" w:rsidRPr="00370D5B">
        <w:rPr>
          <w:rFonts w:asciiTheme="minorHAnsi" w:hAnsiTheme="minorHAnsi" w:cstheme="minorHAnsi"/>
          <w:bCs/>
          <w:iCs/>
          <w:sz w:val="24"/>
          <w:szCs w:val="24"/>
        </w:rPr>
        <w:t xml:space="preserve">. Since then </w:t>
      </w:r>
    </w:p>
    <w:p w14:paraId="5D594999" w14:textId="77777777" w:rsidR="00032E8E" w:rsidRDefault="001A5B68" w:rsidP="001A5B6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bCs/>
          <w:iCs/>
          <w:sz w:val="24"/>
          <w:szCs w:val="24"/>
        </w:rPr>
        <w:t xml:space="preserve">I have handled </w:t>
      </w:r>
      <w:r w:rsidRPr="00370D5B">
        <w:rPr>
          <w:rFonts w:asciiTheme="minorHAnsi" w:hAnsiTheme="minorHAnsi" w:cstheme="minorHAnsi"/>
          <w:color w:val="000000"/>
          <w:sz w:val="24"/>
          <w:szCs w:val="24"/>
        </w:rPr>
        <w:t>several tasks including,</w:t>
      </w:r>
    </w:p>
    <w:p w14:paraId="45695C3B" w14:textId="77777777" w:rsidR="00370D5B" w:rsidRPr="00370D5B" w:rsidRDefault="00370D5B" w:rsidP="001A5B6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604219E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Serviced existing accounts, obtained orders, and established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new accounts by planning and organizing daily work schedule to call on existing or potential sales outlets and other trade factors.</w:t>
      </w:r>
    </w:p>
    <w:p w14:paraId="178A909A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Adjusted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content of sales presentations by studying the type of sales outlet or trade factor.</w:t>
      </w:r>
    </w:p>
    <w:p w14:paraId="39DA347E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Focused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sales efforts by studying existing and potential volume of dealers.</w:t>
      </w:r>
    </w:p>
    <w:p w14:paraId="031CA9BB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Submitted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orders by referring to price lists and product literature.</w:t>
      </w:r>
    </w:p>
    <w:p w14:paraId="7DA82A3F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Kept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management informed by submitting activity and results reports, such as daily call reports, weekly work plans, and monthly and annual territory analyses.</w:t>
      </w:r>
    </w:p>
    <w:p w14:paraId="37699F63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Monitored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competition by gathering current marketplace information on pricing, products, new products, delivery schedules, merchandising techniques, etc.</w:t>
      </w:r>
    </w:p>
    <w:p w14:paraId="6A14641E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lastRenderedPageBreak/>
        <w:t>Recommended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changes in products, service, and policy by evaluating results and competitive developments.</w:t>
      </w:r>
    </w:p>
    <w:p w14:paraId="2B51B3DB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Resolved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customer complaints by investigating problems; developing solutions; preparing reports; making recommendations to management.</w:t>
      </w:r>
    </w:p>
    <w:p w14:paraId="786DB40B" w14:textId="77777777" w:rsidR="00032E8E" w:rsidRPr="00370D5B" w:rsidRDefault="001A5B68" w:rsidP="00D90B28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Maintained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professional and technical knowledge by a</w:t>
      </w:r>
      <w:r w:rsidR="00D90B28">
        <w:rPr>
          <w:rFonts w:asciiTheme="minorHAnsi" w:hAnsiTheme="minorHAnsi" w:cstheme="minorHAnsi"/>
          <w:color w:val="000000"/>
          <w:sz w:val="24"/>
          <w:szCs w:val="24"/>
        </w:rPr>
        <w:t>ttending educational workshops</w:t>
      </w:r>
      <w:r w:rsidR="00D90B28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and 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>reviewing professional publications</w:t>
      </w:r>
      <w:r w:rsidR="00D90B2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3A101E2" w14:textId="77777777" w:rsidR="00032E8E" w:rsidRPr="00370D5B" w:rsidRDefault="001A5B68" w:rsidP="00032E8E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Provided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historical records by maintaining records on area and customer sales.</w:t>
      </w:r>
    </w:p>
    <w:p w14:paraId="72D2068D" w14:textId="77777777" w:rsidR="009E0752" w:rsidRDefault="001A5B68" w:rsidP="00D90B28">
      <w:pPr>
        <w:numPr>
          <w:ilvl w:val="0"/>
          <w:numId w:val="5"/>
        </w:numPr>
        <w:ind w:left="0"/>
        <w:rPr>
          <w:rFonts w:asciiTheme="minorHAnsi" w:hAnsiTheme="minorHAnsi" w:cstheme="minorHAnsi"/>
          <w:color w:val="000000"/>
          <w:sz w:val="24"/>
          <w:szCs w:val="24"/>
        </w:rPr>
      </w:pPr>
      <w:r w:rsidRPr="00370D5B">
        <w:rPr>
          <w:rFonts w:asciiTheme="minorHAnsi" w:hAnsiTheme="minorHAnsi" w:cstheme="minorHAnsi"/>
          <w:color w:val="000000"/>
          <w:sz w:val="24"/>
          <w:szCs w:val="24"/>
        </w:rPr>
        <w:t>Contributed</w:t>
      </w:r>
      <w:r w:rsidR="00032E8E" w:rsidRPr="00370D5B">
        <w:rPr>
          <w:rFonts w:asciiTheme="minorHAnsi" w:hAnsiTheme="minorHAnsi" w:cstheme="minorHAnsi"/>
          <w:color w:val="000000"/>
          <w:sz w:val="24"/>
          <w:szCs w:val="24"/>
        </w:rPr>
        <w:t xml:space="preserve"> to team effort by accompl</w:t>
      </w:r>
      <w:r w:rsidR="00032E8E" w:rsidRPr="00D90B28">
        <w:rPr>
          <w:rFonts w:asciiTheme="minorHAnsi" w:hAnsiTheme="minorHAnsi" w:cstheme="minorHAnsi"/>
          <w:color w:val="000000"/>
          <w:sz w:val="24"/>
          <w:szCs w:val="24"/>
        </w:rPr>
        <w:t>ishing related results as needed.</w:t>
      </w:r>
    </w:p>
    <w:p w14:paraId="7A7BB900" w14:textId="77777777" w:rsidR="00365AB7" w:rsidRPr="00D90B28" w:rsidRDefault="00365AB7" w:rsidP="00365AB7">
      <w:pPr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18" w:space="0" w:color="000000"/>
          <w:right w:val="single" w:sz="18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9E0752" w:rsidRPr="00370D5B" w14:paraId="363C803D" w14:textId="77777777" w:rsidTr="009E0752"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E524C0D" w14:textId="77777777" w:rsidR="009E0752" w:rsidRPr="00370D5B" w:rsidRDefault="00802188">
            <w:pPr>
              <w:pStyle w:val="Heading4"/>
              <w:jc w:val="both"/>
              <w:rPr>
                <w:rFonts w:asciiTheme="minorHAnsi" w:hAnsiTheme="minorHAnsi" w:cstheme="minorHAnsi"/>
                <w:sz w:val="28"/>
              </w:rPr>
            </w:pPr>
            <w:r w:rsidRPr="00370D5B">
              <w:rPr>
                <w:rFonts w:asciiTheme="minorHAnsi" w:hAnsiTheme="minorHAnsi" w:cstheme="minorHAnsi"/>
                <w:sz w:val="28"/>
              </w:rPr>
              <w:t>Languages:</w:t>
            </w:r>
          </w:p>
        </w:tc>
      </w:tr>
    </w:tbl>
    <w:p w14:paraId="4A108531" w14:textId="77777777" w:rsidR="009E0752" w:rsidRPr="00370D5B" w:rsidRDefault="009E0752" w:rsidP="009E0752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6D28B41" w14:textId="77777777" w:rsidR="00802188" w:rsidRPr="00370D5B" w:rsidRDefault="00802188" w:rsidP="00802188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370D5B">
        <w:rPr>
          <w:rFonts w:asciiTheme="minorHAnsi" w:hAnsiTheme="minorHAnsi" w:cstheme="minorHAnsi"/>
          <w:sz w:val="24"/>
          <w:szCs w:val="24"/>
        </w:rPr>
        <w:t>Arabic: Speaking and writing (native speaker).</w:t>
      </w:r>
    </w:p>
    <w:p w14:paraId="06353062" w14:textId="77777777" w:rsidR="00802188" w:rsidRPr="00370D5B" w:rsidRDefault="00802188" w:rsidP="00B91CF4">
      <w:pPr>
        <w:jc w:val="both"/>
        <w:rPr>
          <w:rFonts w:asciiTheme="minorHAnsi" w:hAnsiTheme="minorHAnsi" w:cstheme="minorHAnsi"/>
          <w:sz w:val="24"/>
          <w:szCs w:val="24"/>
        </w:rPr>
      </w:pPr>
      <w:r w:rsidRPr="00370D5B">
        <w:rPr>
          <w:rFonts w:asciiTheme="minorHAnsi" w:hAnsiTheme="minorHAnsi" w:cstheme="minorHAnsi"/>
          <w:sz w:val="24"/>
          <w:szCs w:val="24"/>
        </w:rPr>
        <w:t>English: Speaking and writing (</w:t>
      </w:r>
      <w:r w:rsidR="00B91CF4">
        <w:rPr>
          <w:rFonts w:asciiTheme="minorHAnsi" w:hAnsiTheme="minorHAnsi" w:cstheme="minorHAnsi"/>
          <w:sz w:val="24"/>
          <w:szCs w:val="24"/>
        </w:rPr>
        <w:t>intermediate</w:t>
      </w:r>
      <w:r w:rsidRPr="00370D5B">
        <w:rPr>
          <w:rFonts w:asciiTheme="minorHAnsi" w:hAnsiTheme="minorHAnsi" w:cstheme="minorHAnsi"/>
          <w:sz w:val="24"/>
          <w:szCs w:val="24"/>
        </w:rPr>
        <w:t>).</w:t>
      </w:r>
    </w:p>
    <w:p w14:paraId="418DC524" w14:textId="77777777" w:rsidR="009E0752" w:rsidRPr="00370D5B" w:rsidRDefault="009E0752" w:rsidP="009E0752">
      <w:pPr>
        <w:ind w:firstLine="720"/>
        <w:jc w:val="both"/>
        <w:rPr>
          <w:rFonts w:asciiTheme="minorHAnsi" w:hAnsiTheme="minorHAnsi" w:cstheme="minorHAnsi"/>
          <w:sz w:val="22"/>
          <w:szCs w:val="24"/>
        </w:rPr>
      </w:pPr>
    </w:p>
    <w:tbl>
      <w:tblPr>
        <w:tblW w:w="955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8"/>
      </w:tblGrid>
      <w:tr w:rsidR="009E0752" w:rsidRPr="00370D5B" w14:paraId="43C81BEA" w14:textId="77777777" w:rsidTr="005D1119">
        <w:tc>
          <w:tcPr>
            <w:tcW w:w="955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6D0CFFD" w14:textId="77777777" w:rsidR="009E0752" w:rsidRPr="00370D5B" w:rsidRDefault="009E0752" w:rsidP="00A4681A">
            <w:pPr>
              <w:pStyle w:val="Heading3"/>
              <w:jc w:val="both"/>
              <w:rPr>
                <w:rFonts w:asciiTheme="minorHAnsi" w:hAnsiTheme="minorHAnsi" w:cstheme="minorHAnsi"/>
                <w:sz w:val="28"/>
              </w:rPr>
            </w:pPr>
            <w:r w:rsidRPr="00370D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1119">
              <w:rPr>
                <w:rFonts w:asciiTheme="minorHAnsi" w:hAnsiTheme="minorHAnsi" w:cstheme="minorHAnsi"/>
                <w:sz w:val="28"/>
              </w:rPr>
              <w:t>Computer Skills</w:t>
            </w:r>
          </w:p>
        </w:tc>
      </w:tr>
    </w:tbl>
    <w:p w14:paraId="6EE3B559" w14:textId="77777777" w:rsidR="009E0752" w:rsidRPr="00370D5B" w:rsidRDefault="009E0752" w:rsidP="009E0752">
      <w:pPr>
        <w:ind w:left="-90" w:firstLine="90"/>
        <w:jc w:val="both"/>
        <w:rPr>
          <w:rFonts w:asciiTheme="minorHAnsi" w:hAnsiTheme="minorHAnsi" w:cstheme="minorHAnsi"/>
          <w:sz w:val="16"/>
          <w:szCs w:val="16"/>
        </w:rPr>
      </w:pPr>
    </w:p>
    <w:p w14:paraId="30B11344" w14:textId="77777777" w:rsidR="00A4681A" w:rsidRPr="00370D5B" w:rsidRDefault="00A4681A" w:rsidP="00A4681A">
      <w:pPr>
        <w:jc w:val="both"/>
        <w:rPr>
          <w:rFonts w:asciiTheme="minorHAnsi" w:hAnsiTheme="minorHAnsi" w:cstheme="minorHAnsi"/>
          <w:sz w:val="24"/>
          <w:szCs w:val="24"/>
        </w:rPr>
      </w:pPr>
      <w:r w:rsidRPr="00370D5B">
        <w:rPr>
          <w:rFonts w:asciiTheme="minorHAnsi" w:hAnsiTheme="minorHAnsi" w:cstheme="minorHAnsi"/>
          <w:sz w:val="24"/>
          <w:szCs w:val="24"/>
        </w:rPr>
        <w:t xml:space="preserve">Excellent use of Microsoft Office and Internet. </w:t>
      </w:r>
    </w:p>
    <w:p w14:paraId="143CDBF7" w14:textId="77777777" w:rsidR="00A4681A" w:rsidRPr="00370D5B" w:rsidRDefault="00A4681A" w:rsidP="009E075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4681A" w:rsidRPr="00370D5B" w14:paraId="167FB181" w14:textId="77777777" w:rsidTr="00A468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DCF5869" w14:textId="77777777" w:rsidR="00A4681A" w:rsidRPr="00370D5B" w:rsidRDefault="00A4681A" w:rsidP="00A4681A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70D5B">
              <w:rPr>
                <w:rFonts w:asciiTheme="minorHAnsi" w:hAnsiTheme="minorHAnsi" w:cstheme="minorHAnsi"/>
                <w:sz w:val="28"/>
                <w:szCs w:val="28"/>
              </w:rPr>
              <w:t xml:space="preserve">Other Information  </w:t>
            </w:r>
          </w:p>
        </w:tc>
      </w:tr>
    </w:tbl>
    <w:p w14:paraId="3BC950FE" w14:textId="77777777" w:rsidR="00A4681A" w:rsidRPr="005A6980" w:rsidRDefault="00A4681A" w:rsidP="00A4681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3503C7" w14:textId="77777777" w:rsidR="00A4681A" w:rsidRPr="005A6980" w:rsidRDefault="00A4681A" w:rsidP="00A4681A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5A6980">
        <w:rPr>
          <w:rFonts w:asciiTheme="minorHAnsi" w:hAnsiTheme="minorHAnsi" w:cstheme="minorHAnsi"/>
          <w:i/>
          <w:iCs/>
          <w:sz w:val="24"/>
          <w:szCs w:val="24"/>
        </w:rPr>
        <w:t>Key Competencies and Skills,</w:t>
      </w:r>
    </w:p>
    <w:p w14:paraId="4DDECB86" w14:textId="77777777" w:rsidR="00370D5B" w:rsidRPr="005A6980" w:rsidRDefault="00370D5B" w:rsidP="00A4681A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7732B289" w14:textId="77777777" w:rsidR="00A4681A" w:rsidRPr="005A6980" w:rsidRDefault="00A4681A" w:rsidP="00A4681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Initi</w:t>
      </w:r>
      <w:r w:rsidR="00A35B6A" w:rsidRPr="005A6980">
        <w:rPr>
          <w:rFonts w:asciiTheme="minorHAnsi" w:hAnsiTheme="minorHAnsi" w:cstheme="minorHAnsi"/>
          <w:sz w:val="24"/>
          <w:szCs w:val="24"/>
        </w:rPr>
        <w:t>ative and commitment to achieve</w:t>
      </w:r>
    </w:p>
    <w:p w14:paraId="4262B20D" w14:textId="77777777" w:rsidR="00A4681A" w:rsidRPr="005A6980" w:rsidRDefault="00A35B6A" w:rsidP="00A4681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Organizing for result</w:t>
      </w:r>
    </w:p>
    <w:p w14:paraId="5F5564BA" w14:textId="77777777" w:rsidR="005A6980" w:rsidRPr="005A6980" w:rsidRDefault="00A4681A" w:rsidP="005A698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A</w:t>
      </w:r>
      <w:r w:rsidR="00A35B6A" w:rsidRPr="005A6980">
        <w:rPr>
          <w:rFonts w:asciiTheme="minorHAnsi" w:hAnsiTheme="minorHAnsi" w:cstheme="minorHAnsi"/>
          <w:sz w:val="24"/>
          <w:szCs w:val="24"/>
        </w:rPr>
        <w:t>ttention to details and quality</w:t>
      </w:r>
    </w:p>
    <w:p w14:paraId="6A0622C3" w14:textId="77777777" w:rsidR="005A6980" w:rsidRPr="005A6980" w:rsidRDefault="00A35B6A" w:rsidP="005A698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Ability to work as part of a team or individually to make decisions</w:t>
      </w:r>
    </w:p>
    <w:p w14:paraId="087081F6" w14:textId="77777777" w:rsidR="005A6980" w:rsidRPr="005A6980" w:rsidRDefault="00A35B6A" w:rsidP="005A698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 xml:space="preserve">Adherence to deadlines, ability to prioritise tasks </w:t>
      </w:r>
    </w:p>
    <w:p w14:paraId="5F367C27" w14:textId="77777777" w:rsidR="005A6980" w:rsidRPr="005A6980" w:rsidRDefault="00A35B6A" w:rsidP="005A698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Motivated, self-assured and a forward planner</w:t>
      </w:r>
    </w:p>
    <w:p w14:paraId="4845D070" w14:textId="77777777" w:rsidR="005A6980" w:rsidRPr="005A6980" w:rsidRDefault="00A35B6A" w:rsidP="005A698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Co-operative, provides direction and contributor to the team</w:t>
      </w:r>
    </w:p>
    <w:p w14:paraId="395A4496" w14:textId="77777777" w:rsidR="00A35B6A" w:rsidRPr="005A6980" w:rsidRDefault="00A35B6A" w:rsidP="005A698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 xml:space="preserve">Approachable, diplomatic and professional </w:t>
      </w:r>
    </w:p>
    <w:p w14:paraId="5705F78C" w14:textId="77777777" w:rsidR="00F934BF" w:rsidRPr="005A6980" w:rsidRDefault="00F934BF" w:rsidP="00F934BF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AF69386" w14:textId="77777777" w:rsidR="00F934BF" w:rsidRPr="005A6980" w:rsidRDefault="00F934BF" w:rsidP="00F934BF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5A6980">
        <w:rPr>
          <w:rFonts w:asciiTheme="minorHAnsi" w:hAnsiTheme="minorHAnsi" w:cstheme="minorHAnsi"/>
          <w:i/>
          <w:iCs/>
          <w:sz w:val="24"/>
          <w:szCs w:val="24"/>
        </w:rPr>
        <w:t>Extracurricular Activities,</w:t>
      </w:r>
    </w:p>
    <w:p w14:paraId="0086311C" w14:textId="77777777" w:rsidR="00370D5B" w:rsidRPr="005A6980" w:rsidRDefault="00370D5B" w:rsidP="00F934BF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63933F13" w14:textId="33F673E3" w:rsidR="004E5E2E" w:rsidRDefault="00D36613" w:rsidP="002E6726">
      <w:pPr>
        <w:pStyle w:val="ListParagraph"/>
        <w:numPr>
          <w:ilvl w:val="0"/>
          <w:numId w:val="9"/>
        </w:numPr>
        <w:rPr>
          <w:rFonts w:asciiTheme="minorHAnsi" w:hAnsiTheme="minorHAnsi" w:cstheme="minorHAnsi" w:hint="cs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</w:t>
      </w:r>
      <w:r w:rsidRPr="00D36613">
        <w:rPr>
          <w:rFonts w:asciiTheme="minorHAnsi" w:hAnsiTheme="minorHAnsi" w:cstheme="minorHAnsi"/>
          <w:sz w:val="24"/>
          <w:szCs w:val="24"/>
        </w:rPr>
        <w:t>olding professional certificates issued by the Abu Dhabi Commercial Conciliation and Arbitration Centre &amp; the GCC Commercial Arbitration Centre</w:t>
      </w:r>
      <w:r w:rsidR="00C70816">
        <w:rPr>
          <w:rFonts w:asciiTheme="minorHAnsi" w:hAnsiTheme="minorHAnsi" w:cstheme="minorHAnsi"/>
          <w:sz w:val="24"/>
          <w:szCs w:val="24"/>
        </w:rPr>
        <w:t>-Abu Dhabi-</w:t>
      </w:r>
      <w:r w:rsidR="002E6726">
        <w:rPr>
          <w:rFonts w:asciiTheme="minorHAnsi" w:hAnsiTheme="minorHAnsi" w:cstheme="minorHAnsi"/>
          <w:sz w:val="24"/>
          <w:szCs w:val="24"/>
        </w:rPr>
        <w:t xml:space="preserve"> United Arab Emirates</w:t>
      </w:r>
      <w:r w:rsidR="00FF5652">
        <w:rPr>
          <w:rFonts w:asciiTheme="minorHAnsi" w:hAnsiTheme="minorHAnsi" w:cstheme="minorHAnsi"/>
          <w:sz w:val="24"/>
          <w:szCs w:val="24"/>
        </w:rPr>
        <w:t>:</w:t>
      </w:r>
    </w:p>
    <w:p w14:paraId="10C89559" w14:textId="77777777" w:rsidR="00FF5652" w:rsidRPr="00FF5652" w:rsidRDefault="00FF5652" w:rsidP="00FF5652">
      <w:pPr>
        <w:ind w:left="360"/>
        <w:rPr>
          <w:rFonts w:asciiTheme="minorHAnsi" w:hAnsiTheme="minorHAnsi" w:cstheme="minorHAnsi" w:hint="cs"/>
          <w:sz w:val="24"/>
          <w:szCs w:val="24"/>
          <w:rtl/>
          <w:lang w:bidi="ar-AE"/>
        </w:rPr>
      </w:pPr>
    </w:p>
    <w:p w14:paraId="75375B81" w14:textId="723431FD" w:rsidR="004E5E2E" w:rsidRDefault="00365AB7" w:rsidP="00C70816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Apr</w:t>
      </w:r>
      <w:r w:rsidR="004E5E2E">
        <w:rPr>
          <w:rFonts w:asciiTheme="minorHAnsi" w:hAnsiTheme="minorHAnsi" w:cstheme="minorHAnsi"/>
          <w:sz w:val="24"/>
          <w:szCs w:val="24"/>
        </w:rPr>
        <w:t>/2016</w:t>
      </w:r>
      <w:r w:rsidR="00C70816">
        <w:rPr>
          <w:rFonts w:asciiTheme="minorHAnsi" w:hAnsiTheme="minorHAnsi" w:cstheme="minorHAnsi"/>
          <w:sz w:val="24"/>
          <w:szCs w:val="24"/>
        </w:rPr>
        <w:t>, “</w:t>
      </w:r>
      <w:r w:rsidR="00C70816" w:rsidRPr="00C70816">
        <w:rPr>
          <w:rFonts w:asciiTheme="minorHAnsi" w:hAnsiTheme="minorHAnsi" w:cstheme="minorHAnsi"/>
          <w:sz w:val="24"/>
          <w:szCs w:val="24"/>
        </w:rPr>
        <w:t>Practical Courts Proceedings</w:t>
      </w:r>
      <w:r w:rsidR="00C70816">
        <w:rPr>
          <w:rFonts w:asciiTheme="minorHAnsi" w:hAnsiTheme="minorHAnsi" w:cstheme="minorHAnsi"/>
          <w:sz w:val="24"/>
          <w:szCs w:val="24"/>
        </w:rPr>
        <w:t>”</w:t>
      </w:r>
    </w:p>
    <w:p w14:paraId="0690150B" w14:textId="1C125EDC" w:rsidR="007E6911" w:rsidRPr="007E6911" w:rsidRDefault="007E6911" w:rsidP="007E6911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7E6911">
        <w:rPr>
          <w:rFonts w:asciiTheme="minorHAnsi" w:hAnsiTheme="minorHAnsi" w:cstheme="minorHAnsi"/>
          <w:sz w:val="24"/>
          <w:szCs w:val="24"/>
        </w:rPr>
        <w:t>Apr/2016</w:t>
      </w:r>
      <w:r>
        <w:rPr>
          <w:rFonts w:asciiTheme="minorHAnsi" w:hAnsiTheme="minorHAnsi" w:cstheme="minorHAnsi"/>
          <w:sz w:val="24"/>
          <w:szCs w:val="24"/>
        </w:rPr>
        <w:t>,</w:t>
      </w:r>
      <w:r>
        <w:t xml:space="preserve"> “</w:t>
      </w:r>
      <w:r w:rsidRPr="007E6911">
        <w:rPr>
          <w:rFonts w:asciiTheme="minorHAnsi" w:hAnsiTheme="minorHAnsi" w:cstheme="minorHAnsi"/>
          <w:sz w:val="24"/>
          <w:szCs w:val="24"/>
        </w:rPr>
        <w:t>Execution and Revocation of Arbitration Awards”</w:t>
      </w:r>
    </w:p>
    <w:p w14:paraId="6BC07DC9" w14:textId="41E3B848" w:rsidR="00C70816" w:rsidRPr="00C70816" w:rsidRDefault="00365AB7" w:rsidP="007E691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Mar</w:t>
      </w:r>
      <w:r w:rsidR="004460CF">
        <w:rPr>
          <w:rFonts w:asciiTheme="minorHAnsi" w:hAnsiTheme="minorHAnsi" w:cstheme="minorHAnsi"/>
          <w:sz w:val="24"/>
          <w:szCs w:val="24"/>
        </w:rPr>
        <w:t>/2016</w:t>
      </w:r>
      <w:r w:rsidR="007E6911" w:rsidRPr="007E6911">
        <w:rPr>
          <w:rFonts w:asciiTheme="minorHAnsi" w:hAnsiTheme="minorHAnsi" w:cstheme="minorHAnsi"/>
          <w:sz w:val="24"/>
          <w:szCs w:val="24"/>
        </w:rPr>
        <w:t>, “The issuing methodologies and wording principles of Arbitration Awards”</w:t>
      </w:r>
    </w:p>
    <w:p w14:paraId="4BE0044C" w14:textId="78F0B184" w:rsidR="004460CF" w:rsidRDefault="00365AB7" w:rsidP="007E691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Feb</w:t>
      </w:r>
      <w:r w:rsidR="004460CF">
        <w:rPr>
          <w:rFonts w:asciiTheme="minorHAnsi" w:hAnsiTheme="minorHAnsi" w:cstheme="minorHAnsi"/>
          <w:sz w:val="24"/>
          <w:szCs w:val="24"/>
        </w:rPr>
        <w:t>/2016</w:t>
      </w:r>
      <w:r w:rsidR="007E6911">
        <w:rPr>
          <w:rFonts w:asciiTheme="minorHAnsi" w:hAnsiTheme="minorHAnsi" w:cstheme="minorHAnsi"/>
          <w:sz w:val="24"/>
          <w:szCs w:val="24"/>
        </w:rPr>
        <w:t>, “</w:t>
      </w:r>
      <w:r w:rsidR="007E6911" w:rsidRPr="007E6911">
        <w:rPr>
          <w:rFonts w:asciiTheme="minorHAnsi" w:hAnsiTheme="minorHAnsi" w:cstheme="minorHAnsi"/>
          <w:sz w:val="24"/>
          <w:szCs w:val="24"/>
        </w:rPr>
        <w:t>Arbitration Proceedings &amp; Hearings</w:t>
      </w:r>
      <w:r w:rsidR="007E6911">
        <w:rPr>
          <w:rFonts w:asciiTheme="minorHAnsi" w:hAnsiTheme="minorHAnsi" w:cstheme="minorHAnsi"/>
          <w:sz w:val="24"/>
          <w:szCs w:val="24"/>
        </w:rPr>
        <w:t>”</w:t>
      </w:r>
    </w:p>
    <w:p w14:paraId="18F3F4F0" w14:textId="377CDD5A" w:rsidR="004460CF" w:rsidRDefault="00365AB7" w:rsidP="007E691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Feb</w:t>
      </w:r>
      <w:r w:rsidR="004460CF">
        <w:rPr>
          <w:rFonts w:asciiTheme="minorHAnsi" w:hAnsiTheme="minorHAnsi" w:cstheme="minorHAnsi"/>
          <w:sz w:val="24"/>
          <w:szCs w:val="24"/>
        </w:rPr>
        <w:t>/2016</w:t>
      </w:r>
      <w:r w:rsidR="00C70816">
        <w:rPr>
          <w:rFonts w:asciiTheme="minorHAnsi" w:hAnsiTheme="minorHAnsi" w:cstheme="minorHAnsi"/>
          <w:sz w:val="24"/>
          <w:szCs w:val="24"/>
        </w:rPr>
        <w:t>,</w:t>
      </w:r>
      <w:r w:rsidR="007E6911">
        <w:rPr>
          <w:rFonts w:asciiTheme="minorHAnsi" w:hAnsiTheme="minorHAnsi" w:cstheme="minorHAnsi"/>
          <w:sz w:val="24"/>
          <w:szCs w:val="24"/>
        </w:rPr>
        <w:t xml:space="preserve"> “</w:t>
      </w:r>
      <w:r w:rsidR="007E6911" w:rsidRPr="007E6911">
        <w:rPr>
          <w:rFonts w:asciiTheme="minorHAnsi" w:hAnsiTheme="minorHAnsi" w:cstheme="minorHAnsi"/>
          <w:sz w:val="24"/>
          <w:szCs w:val="24"/>
        </w:rPr>
        <w:t>Drafting principles of the Arbitration Agreements</w:t>
      </w:r>
      <w:r w:rsidR="007E6911">
        <w:rPr>
          <w:rFonts w:asciiTheme="minorHAnsi" w:hAnsiTheme="minorHAnsi" w:cstheme="minorHAnsi"/>
          <w:sz w:val="24"/>
          <w:szCs w:val="24"/>
        </w:rPr>
        <w:t>”</w:t>
      </w:r>
    </w:p>
    <w:p w14:paraId="425A0E2C" w14:textId="279F30A3" w:rsidR="004460CF" w:rsidRDefault="00365AB7" w:rsidP="007E691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Jan</w:t>
      </w:r>
      <w:r w:rsidR="004460CF">
        <w:rPr>
          <w:rFonts w:asciiTheme="minorHAnsi" w:hAnsiTheme="minorHAnsi" w:cstheme="minorHAnsi"/>
          <w:sz w:val="24"/>
          <w:szCs w:val="24"/>
        </w:rPr>
        <w:t>/2016</w:t>
      </w:r>
      <w:r w:rsidR="00C70816">
        <w:rPr>
          <w:rFonts w:asciiTheme="minorHAnsi" w:hAnsiTheme="minorHAnsi" w:cstheme="minorHAnsi"/>
          <w:sz w:val="24"/>
          <w:szCs w:val="24"/>
        </w:rPr>
        <w:t>,</w:t>
      </w:r>
      <w:r w:rsidR="007E6911">
        <w:rPr>
          <w:rFonts w:asciiTheme="minorHAnsi" w:hAnsiTheme="minorHAnsi" w:cstheme="minorHAnsi"/>
          <w:sz w:val="24"/>
          <w:szCs w:val="24"/>
        </w:rPr>
        <w:t xml:space="preserve"> “</w:t>
      </w:r>
      <w:r w:rsidR="007E6911" w:rsidRPr="007E6911">
        <w:rPr>
          <w:rFonts w:asciiTheme="minorHAnsi" w:hAnsiTheme="minorHAnsi" w:cstheme="minorHAnsi"/>
          <w:sz w:val="24"/>
          <w:szCs w:val="24"/>
        </w:rPr>
        <w:t>Arbitration Concept as an alternative dispute resolution and its legal nature</w:t>
      </w:r>
      <w:r w:rsidR="007E6911">
        <w:rPr>
          <w:rFonts w:asciiTheme="minorHAnsi" w:hAnsiTheme="minorHAnsi" w:cstheme="minorHAnsi"/>
          <w:sz w:val="24"/>
          <w:szCs w:val="24"/>
        </w:rPr>
        <w:t>”</w:t>
      </w:r>
    </w:p>
    <w:p w14:paraId="0448852C" w14:textId="77777777" w:rsidR="004460CF" w:rsidRDefault="004460CF" w:rsidP="004E5E2E">
      <w:pPr>
        <w:pStyle w:val="ListParagraph"/>
        <w:jc w:val="both"/>
        <w:rPr>
          <w:rFonts w:asciiTheme="minorHAnsi" w:hAnsiTheme="minorHAnsi" w:cstheme="minorHAnsi"/>
          <w:sz w:val="24"/>
          <w:szCs w:val="24"/>
        </w:rPr>
      </w:pPr>
    </w:p>
    <w:p w14:paraId="6D299138" w14:textId="6E7C444D" w:rsidR="004460CF" w:rsidRDefault="00365AB7" w:rsidP="00273917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Dec</w:t>
      </w:r>
      <w:r w:rsidR="004460CF">
        <w:rPr>
          <w:rFonts w:asciiTheme="minorHAnsi" w:hAnsiTheme="minorHAnsi" w:cstheme="minorHAnsi"/>
          <w:sz w:val="24"/>
          <w:szCs w:val="24"/>
        </w:rPr>
        <w:t xml:space="preserve">/2015: Certified as Sharia Advisor and Auditor (CSAA) for 32 credit hours, </w:t>
      </w:r>
      <w:r w:rsidR="00273917">
        <w:rPr>
          <w:rFonts w:asciiTheme="minorHAnsi" w:hAnsiTheme="minorHAnsi" w:cstheme="minorHAnsi"/>
          <w:sz w:val="24"/>
          <w:szCs w:val="24"/>
        </w:rPr>
        <w:t>I have passed the exam assigned</w:t>
      </w:r>
      <w:r w:rsidR="00273917" w:rsidRPr="00273917">
        <w:rPr>
          <w:rFonts w:asciiTheme="minorHAnsi" w:hAnsiTheme="minorHAnsi" w:cstheme="minorHAnsi"/>
          <w:sz w:val="24"/>
          <w:szCs w:val="24"/>
        </w:rPr>
        <w:t>,</w:t>
      </w:r>
      <w:r w:rsidR="002739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460CF">
        <w:rPr>
          <w:rFonts w:asciiTheme="minorHAnsi" w:hAnsiTheme="minorHAnsi" w:cstheme="minorHAnsi"/>
          <w:sz w:val="24"/>
          <w:szCs w:val="24"/>
        </w:rPr>
        <w:t>Minhaj</w:t>
      </w:r>
      <w:proofErr w:type="spellEnd"/>
      <w:r w:rsidR="004460C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460CF">
        <w:rPr>
          <w:rFonts w:asciiTheme="minorHAnsi" w:hAnsiTheme="minorHAnsi" w:cstheme="minorHAnsi"/>
          <w:sz w:val="24"/>
          <w:szCs w:val="24"/>
        </w:rPr>
        <w:t>Shariah</w:t>
      </w:r>
      <w:proofErr w:type="spellEnd"/>
      <w:r w:rsidR="004460CF">
        <w:rPr>
          <w:rFonts w:asciiTheme="minorHAnsi" w:hAnsiTheme="minorHAnsi" w:cstheme="minorHAnsi"/>
          <w:sz w:val="24"/>
          <w:szCs w:val="24"/>
        </w:rPr>
        <w:t xml:space="preserve"> Financial Advisory, AAOIFI</w:t>
      </w:r>
      <w:r w:rsidR="004F79BE">
        <w:rPr>
          <w:rFonts w:asciiTheme="minorHAnsi" w:hAnsiTheme="minorHAnsi" w:cstheme="minorHAnsi"/>
          <w:sz w:val="24"/>
          <w:szCs w:val="24"/>
        </w:rPr>
        <w:t xml:space="preserve"> – Dubai, United Arab Emirates</w:t>
      </w:r>
    </w:p>
    <w:p w14:paraId="3FF000E8" w14:textId="4121B06E" w:rsidR="004F79BE" w:rsidRDefault="00365AB7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Oct</w:t>
      </w:r>
      <w:r w:rsidR="004F79BE">
        <w:rPr>
          <w:rFonts w:asciiTheme="minorHAnsi" w:hAnsiTheme="minorHAnsi" w:cstheme="minorHAnsi"/>
          <w:sz w:val="24"/>
          <w:szCs w:val="24"/>
        </w:rPr>
        <w:t xml:space="preserve">/2015: </w:t>
      </w:r>
      <w:r w:rsidR="004F79BE" w:rsidRPr="004F79BE">
        <w:rPr>
          <w:rFonts w:asciiTheme="minorHAnsi" w:hAnsiTheme="minorHAnsi" w:cstheme="minorHAnsi"/>
          <w:sz w:val="24"/>
          <w:szCs w:val="24"/>
        </w:rPr>
        <w:t>Complete</w:t>
      </w:r>
      <w:r w:rsidR="004F79BE">
        <w:rPr>
          <w:rFonts w:asciiTheme="minorHAnsi" w:hAnsiTheme="minorHAnsi" w:cstheme="minorHAnsi"/>
          <w:sz w:val="24"/>
          <w:szCs w:val="24"/>
          <w:lang w:val="en-US"/>
        </w:rPr>
        <w:t>d</w:t>
      </w:r>
      <w:r w:rsidR="004F79BE" w:rsidRPr="004F79BE">
        <w:rPr>
          <w:rFonts w:asciiTheme="minorHAnsi" w:hAnsiTheme="minorHAnsi" w:cstheme="minorHAnsi"/>
          <w:sz w:val="24"/>
          <w:szCs w:val="24"/>
        </w:rPr>
        <w:t xml:space="preserve"> a course</w:t>
      </w:r>
      <w:r w:rsidR="004F79BE">
        <w:rPr>
          <w:rFonts w:asciiTheme="minorHAnsi" w:hAnsiTheme="minorHAnsi" w:cstheme="minorHAnsi"/>
          <w:sz w:val="24"/>
          <w:szCs w:val="24"/>
        </w:rPr>
        <w:t xml:space="preserve"> on</w:t>
      </w:r>
      <w:r w:rsidR="004F79BE" w:rsidRPr="004F79BE">
        <w:rPr>
          <w:rFonts w:asciiTheme="minorHAnsi" w:hAnsiTheme="minorHAnsi" w:cstheme="minorHAnsi"/>
          <w:sz w:val="24"/>
          <w:szCs w:val="24"/>
        </w:rPr>
        <w:t xml:space="preserve"> skills </w:t>
      </w:r>
      <w:r w:rsidR="004F79BE">
        <w:rPr>
          <w:rFonts w:asciiTheme="minorHAnsi" w:hAnsiTheme="minorHAnsi" w:cstheme="minorHAnsi"/>
          <w:sz w:val="24"/>
          <w:szCs w:val="24"/>
        </w:rPr>
        <w:t xml:space="preserve">for </w:t>
      </w:r>
      <w:r w:rsidR="004F79BE" w:rsidRPr="004F79BE">
        <w:rPr>
          <w:rFonts w:asciiTheme="minorHAnsi" w:hAnsiTheme="minorHAnsi" w:cstheme="minorHAnsi"/>
          <w:sz w:val="24"/>
          <w:szCs w:val="24"/>
        </w:rPr>
        <w:t>dealing with the public</w:t>
      </w:r>
      <w:r w:rsidR="004F79BE">
        <w:rPr>
          <w:rFonts w:asciiTheme="minorHAnsi" w:hAnsiTheme="minorHAnsi" w:cstheme="minorHAnsi"/>
          <w:sz w:val="24"/>
          <w:szCs w:val="24"/>
        </w:rPr>
        <w:t xml:space="preserve">, Continuing Education Centre, </w:t>
      </w:r>
      <w:r w:rsidR="004F79BE" w:rsidRPr="004F79BE">
        <w:rPr>
          <w:rFonts w:asciiTheme="minorHAnsi" w:hAnsiTheme="minorHAnsi" w:cstheme="minorHAnsi"/>
          <w:sz w:val="24"/>
          <w:szCs w:val="24"/>
        </w:rPr>
        <w:t>Al Ain University of Science and Technology</w:t>
      </w:r>
      <w:r w:rsidR="004F79BE">
        <w:rPr>
          <w:rFonts w:asciiTheme="minorHAnsi" w:hAnsiTheme="minorHAnsi" w:cstheme="minorHAnsi"/>
          <w:sz w:val="24"/>
          <w:szCs w:val="24"/>
        </w:rPr>
        <w:t xml:space="preserve"> – Al Ain, United Arab Emirates</w:t>
      </w:r>
    </w:p>
    <w:p w14:paraId="7F869B30" w14:textId="32053E5E" w:rsidR="004F79BE" w:rsidRPr="004F79BE" w:rsidRDefault="004F79BE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Aug/2014: </w:t>
      </w:r>
      <w:r>
        <w:rPr>
          <w:rFonts w:asciiTheme="minorHAnsi" w:hAnsiTheme="minorHAnsi" w:cstheme="minorHAnsi" w:hint="cs"/>
          <w:sz w:val="24"/>
          <w:szCs w:val="24"/>
        </w:rPr>
        <w:t xml:space="preserve">Completed </w:t>
      </w:r>
      <w:r w:rsidRPr="004F79BE">
        <w:rPr>
          <w:rFonts w:asciiTheme="minorHAnsi" w:hAnsiTheme="minorHAnsi" w:cstheme="minorHAnsi"/>
          <w:sz w:val="24"/>
          <w:szCs w:val="24"/>
        </w:rPr>
        <w:t>a course of legal drafting assets</w:t>
      </w:r>
      <w:r>
        <w:rPr>
          <w:rFonts w:asciiTheme="minorHAnsi" w:hAnsiTheme="minorHAnsi" w:cstheme="minorHAnsi"/>
          <w:sz w:val="24"/>
          <w:szCs w:val="24"/>
        </w:rPr>
        <w:t xml:space="preserve"> - Continuing Education Centre, </w:t>
      </w:r>
      <w:r w:rsidRPr="004F79BE">
        <w:rPr>
          <w:rFonts w:asciiTheme="minorHAnsi" w:hAnsiTheme="minorHAnsi" w:cstheme="minorHAnsi"/>
          <w:sz w:val="24"/>
          <w:szCs w:val="24"/>
        </w:rPr>
        <w:t>Al Ain University of Science and Technology</w:t>
      </w:r>
      <w:r>
        <w:rPr>
          <w:rFonts w:asciiTheme="minorHAnsi" w:hAnsiTheme="minorHAnsi" w:cstheme="minorHAnsi"/>
          <w:sz w:val="24"/>
          <w:szCs w:val="24"/>
        </w:rPr>
        <w:t xml:space="preserve"> – Al Ain, United Arab Emirates</w:t>
      </w:r>
    </w:p>
    <w:p w14:paraId="63C5251C" w14:textId="06A5322F" w:rsidR="004F79BE" w:rsidRDefault="004F79BE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Sep-Jan/2010 Attended a course in Fundamentals of Management, UAEU</w:t>
      </w:r>
    </w:p>
    <w:p w14:paraId="57202B20" w14:textId="23A19B26" w:rsidR="004F79BE" w:rsidRPr="005A6980" w:rsidRDefault="004F79BE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Sep- Jan/2010 Attended a course in PRINC of Finance ACCT, UAEU </w:t>
      </w:r>
    </w:p>
    <w:p w14:paraId="3A8B521D" w14:textId="77777777" w:rsidR="004F79BE" w:rsidRPr="005A6980" w:rsidRDefault="004F79BE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Jan/2010 </w:t>
      </w:r>
      <w:r w:rsidRPr="005A6980">
        <w:rPr>
          <w:rFonts w:asciiTheme="minorHAnsi" w:hAnsiTheme="minorHAnsi" w:cstheme="minorHAnsi"/>
          <w:sz w:val="24"/>
          <w:szCs w:val="24"/>
        </w:rPr>
        <w:t>Passed The IELTS (International English Language Testing System) from the British Council with a total score of 5.</w:t>
      </w:r>
    </w:p>
    <w:p w14:paraId="7E35463C" w14:textId="71A2A008" w:rsidR="004F79BE" w:rsidRDefault="004F79BE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Feb-Jun/2009 Attended a course in English for Business, United Arab Emirates University, UAEU</w:t>
      </w:r>
    </w:p>
    <w:p w14:paraId="391F6843" w14:textId="6AF95910" w:rsidR="009E0752" w:rsidRDefault="004F79BE" w:rsidP="004F79BE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Feb-Jun/2009 </w:t>
      </w:r>
      <w:r w:rsidR="00B27745">
        <w:rPr>
          <w:rFonts w:asciiTheme="minorHAnsi" w:hAnsiTheme="minorHAnsi" w:cstheme="minorHAnsi"/>
          <w:sz w:val="24"/>
          <w:szCs w:val="24"/>
        </w:rPr>
        <w:t>Attended a course in Fundamental</w:t>
      </w:r>
      <w:r>
        <w:rPr>
          <w:rFonts w:asciiTheme="minorHAnsi" w:hAnsiTheme="minorHAnsi" w:cstheme="minorHAnsi"/>
          <w:sz w:val="24"/>
          <w:szCs w:val="24"/>
        </w:rPr>
        <w:t xml:space="preserve"> of MIS, UAEU</w:t>
      </w:r>
    </w:p>
    <w:p w14:paraId="7ADAA07D" w14:textId="77777777" w:rsidR="004F79BE" w:rsidRDefault="004F79BE" w:rsidP="004F79B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88BEF62" w14:textId="77777777" w:rsidR="004F79BE" w:rsidRPr="004F79BE" w:rsidRDefault="004F79BE" w:rsidP="004F79BE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885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5"/>
      </w:tblGrid>
      <w:tr w:rsidR="009E0752" w:rsidRPr="00370D5B" w14:paraId="7690F634" w14:textId="77777777" w:rsidTr="00A4681A">
        <w:tc>
          <w:tcPr>
            <w:tcW w:w="98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4EF976D" w14:textId="77777777" w:rsidR="009E0752" w:rsidRPr="00370D5B" w:rsidRDefault="009E0752">
            <w:pPr>
              <w:pStyle w:val="Heading3"/>
              <w:jc w:val="both"/>
              <w:rPr>
                <w:rFonts w:asciiTheme="minorHAnsi" w:hAnsiTheme="minorHAnsi" w:cstheme="minorHAnsi"/>
                <w:sz w:val="28"/>
              </w:rPr>
            </w:pPr>
            <w:r w:rsidRPr="00370D5B">
              <w:rPr>
                <w:rFonts w:asciiTheme="minorHAnsi" w:hAnsiTheme="minorHAnsi" w:cstheme="minorHAnsi"/>
                <w:sz w:val="28"/>
              </w:rPr>
              <w:t>References</w:t>
            </w:r>
          </w:p>
        </w:tc>
      </w:tr>
    </w:tbl>
    <w:p w14:paraId="32421F47" w14:textId="77777777" w:rsidR="009E0752" w:rsidRPr="005A6980" w:rsidRDefault="009E0752" w:rsidP="009E0752">
      <w:pPr>
        <w:tabs>
          <w:tab w:val="left" w:pos="1633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2DB6C055" w14:textId="77777777" w:rsidR="00A4681A" w:rsidRPr="005A6980" w:rsidRDefault="002552AE" w:rsidP="002552AE">
      <w:pPr>
        <w:tabs>
          <w:tab w:val="left" w:pos="163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A6980">
        <w:rPr>
          <w:rFonts w:asciiTheme="minorHAnsi" w:hAnsiTheme="minorHAnsi" w:cstheme="minorHAnsi"/>
          <w:sz w:val="24"/>
          <w:szCs w:val="24"/>
        </w:rPr>
        <w:t>Detailed qualific</w:t>
      </w:r>
      <w:bookmarkStart w:id="0" w:name="_GoBack"/>
      <w:bookmarkEnd w:id="0"/>
      <w:r w:rsidRPr="005A6980">
        <w:rPr>
          <w:rFonts w:asciiTheme="minorHAnsi" w:hAnsiTheme="minorHAnsi" w:cstheme="minorHAnsi"/>
          <w:sz w:val="24"/>
          <w:szCs w:val="24"/>
        </w:rPr>
        <w:t>ations and references are a</w:t>
      </w:r>
      <w:r w:rsidR="00A4681A" w:rsidRPr="005A6980">
        <w:rPr>
          <w:rFonts w:asciiTheme="minorHAnsi" w:hAnsiTheme="minorHAnsi" w:cstheme="minorHAnsi"/>
          <w:sz w:val="24"/>
          <w:szCs w:val="24"/>
        </w:rPr>
        <w:t>vailable upon request</w:t>
      </w:r>
      <w:r w:rsidRPr="005A6980">
        <w:rPr>
          <w:rFonts w:asciiTheme="minorHAnsi" w:hAnsiTheme="minorHAnsi" w:cstheme="minorHAnsi"/>
          <w:sz w:val="24"/>
          <w:szCs w:val="24"/>
        </w:rPr>
        <w:t xml:space="preserve">. </w:t>
      </w:r>
    </w:p>
    <w:sectPr w:rsidR="00A4681A" w:rsidRPr="005A6980" w:rsidSect="0032146F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F680C" w14:textId="77777777" w:rsidR="004113C4" w:rsidRDefault="004113C4" w:rsidP="00802188">
      <w:r>
        <w:separator/>
      </w:r>
    </w:p>
  </w:endnote>
  <w:endnote w:type="continuationSeparator" w:id="0">
    <w:p w14:paraId="7C20376E" w14:textId="77777777" w:rsidR="004113C4" w:rsidRDefault="004113C4" w:rsidP="0080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C5A93" w14:textId="77777777" w:rsidR="004113C4" w:rsidRDefault="004113C4" w:rsidP="00802188">
      <w:r>
        <w:separator/>
      </w:r>
    </w:p>
  </w:footnote>
  <w:footnote w:type="continuationSeparator" w:id="0">
    <w:p w14:paraId="36E642D3" w14:textId="77777777" w:rsidR="004113C4" w:rsidRDefault="004113C4" w:rsidP="00802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GB"/>
      </w:rPr>
    </w:lvl>
  </w:abstractNum>
  <w:abstractNum w:abstractNumId="1">
    <w:nsid w:val="0BB25C63"/>
    <w:multiLevelType w:val="hybridMultilevel"/>
    <w:tmpl w:val="109EF42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61CEA"/>
    <w:multiLevelType w:val="hybridMultilevel"/>
    <w:tmpl w:val="052E32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C54DCC"/>
    <w:multiLevelType w:val="hybridMultilevel"/>
    <w:tmpl w:val="83A856BA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>
    <w:nsid w:val="3C054954"/>
    <w:multiLevelType w:val="hybridMultilevel"/>
    <w:tmpl w:val="B2B43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436A8"/>
    <w:multiLevelType w:val="multilevel"/>
    <w:tmpl w:val="011E3CA0"/>
    <w:lvl w:ilvl="0">
      <w:start w:val="18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*"/>
      <w:lvlJc w:val="left"/>
      <w:pPr>
        <w:tabs>
          <w:tab w:val="num" w:pos="134"/>
        </w:tabs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6">
    <w:nsid w:val="523E6C82"/>
    <w:multiLevelType w:val="multilevel"/>
    <w:tmpl w:val="F192F6F0"/>
    <w:lvl w:ilvl="0">
      <w:start w:val="1"/>
      <w:numFmt w:val="decimal"/>
      <w:pStyle w:val="Bulleted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91F480D"/>
    <w:multiLevelType w:val="multilevel"/>
    <w:tmpl w:val="E2D2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F51E28"/>
    <w:multiLevelType w:val="hybridMultilevel"/>
    <w:tmpl w:val="77AA567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244B1"/>
    <w:multiLevelType w:val="hybridMultilevel"/>
    <w:tmpl w:val="14AA0F80"/>
    <w:lvl w:ilvl="0" w:tplc="099AAF00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E8"/>
    <w:rsid w:val="00032E8E"/>
    <w:rsid w:val="00080325"/>
    <w:rsid w:val="000C7DB9"/>
    <w:rsid w:val="000E532B"/>
    <w:rsid w:val="001014A0"/>
    <w:rsid w:val="001358CF"/>
    <w:rsid w:val="0016648C"/>
    <w:rsid w:val="001A5B68"/>
    <w:rsid w:val="001C5B56"/>
    <w:rsid w:val="001D68CA"/>
    <w:rsid w:val="002045A9"/>
    <w:rsid w:val="00247353"/>
    <w:rsid w:val="002547C4"/>
    <w:rsid w:val="002552AE"/>
    <w:rsid w:val="00273917"/>
    <w:rsid w:val="002802E5"/>
    <w:rsid w:val="002B0060"/>
    <w:rsid w:val="002D51B7"/>
    <w:rsid w:val="002E6726"/>
    <w:rsid w:val="002F3CDD"/>
    <w:rsid w:val="0032146F"/>
    <w:rsid w:val="00342A9C"/>
    <w:rsid w:val="00355FE3"/>
    <w:rsid w:val="00365AB7"/>
    <w:rsid w:val="00365AEA"/>
    <w:rsid w:val="0036645E"/>
    <w:rsid w:val="00370D5B"/>
    <w:rsid w:val="00373E9E"/>
    <w:rsid w:val="003843D2"/>
    <w:rsid w:val="004113C4"/>
    <w:rsid w:val="00425A10"/>
    <w:rsid w:val="004460CF"/>
    <w:rsid w:val="004467E5"/>
    <w:rsid w:val="004C7D8E"/>
    <w:rsid w:val="004E5E2E"/>
    <w:rsid w:val="004F79BE"/>
    <w:rsid w:val="00536728"/>
    <w:rsid w:val="005A6980"/>
    <w:rsid w:val="005A7D32"/>
    <w:rsid w:val="005D1119"/>
    <w:rsid w:val="006049F3"/>
    <w:rsid w:val="00727993"/>
    <w:rsid w:val="00784FE8"/>
    <w:rsid w:val="007C4A20"/>
    <w:rsid w:val="007C7FA3"/>
    <w:rsid w:val="007E6911"/>
    <w:rsid w:val="007F55E9"/>
    <w:rsid w:val="00802188"/>
    <w:rsid w:val="00803FA5"/>
    <w:rsid w:val="008125F8"/>
    <w:rsid w:val="00856E17"/>
    <w:rsid w:val="008A35E7"/>
    <w:rsid w:val="0096628D"/>
    <w:rsid w:val="00971E9D"/>
    <w:rsid w:val="00984604"/>
    <w:rsid w:val="009D0AFA"/>
    <w:rsid w:val="009E0752"/>
    <w:rsid w:val="009F2E10"/>
    <w:rsid w:val="00A35B6A"/>
    <w:rsid w:val="00A4103A"/>
    <w:rsid w:val="00A4681A"/>
    <w:rsid w:val="00AB192B"/>
    <w:rsid w:val="00AB451F"/>
    <w:rsid w:val="00AB641E"/>
    <w:rsid w:val="00AD63E4"/>
    <w:rsid w:val="00B27745"/>
    <w:rsid w:val="00B5218C"/>
    <w:rsid w:val="00B7604F"/>
    <w:rsid w:val="00B91CF4"/>
    <w:rsid w:val="00BB151E"/>
    <w:rsid w:val="00BB2FAB"/>
    <w:rsid w:val="00C21477"/>
    <w:rsid w:val="00C5369F"/>
    <w:rsid w:val="00C60FC3"/>
    <w:rsid w:val="00C70816"/>
    <w:rsid w:val="00C8736B"/>
    <w:rsid w:val="00C9398F"/>
    <w:rsid w:val="00CB0299"/>
    <w:rsid w:val="00CC534F"/>
    <w:rsid w:val="00CC79B3"/>
    <w:rsid w:val="00D2024E"/>
    <w:rsid w:val="00D36613"/>
    <w:rsid w:val="00D73271"/>
    <w:rsid w:val="00D90B28"/>
    <w:rsid w:val="00DB5D46"/>
    <w:rsid w:val="00E86DD2"/>
    <w:rsid w:val="00E87282"/>
    <w:rsid w:val="00EA484E"/>
    <w:rsid w:val="00ED7C6A"/>
    <w:rsid w:val="00F314A9"/>
    <w:rsid w:val="00F934BF"/>
    <w:rsid w:val="00FF5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20D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752"/>
    <w:rPr>
      <w:rFonts w:cs="Traditional Arabic"/>
      <w:lang w:val="en-GB"/>
    </w:rPr>
  </w:style>
  <w:style w:type="paragraph" w:styleId="Heading1">
    <w:name w:val="heading 1"/>
    <w:basedOn w:val="Normal"/>
    <w:next w:val="Normal"/>
    <w:link w:val="Heading1Char"/>
    <w:qFormat/>
    <w:rsid w:val="002F3CDD"/>
    <w:pPr>
      <w:spacing w:before="240"/>
      <w:jc w:val="right"/>
      <w:outlineLvl w:val="0"/>
    </w:pPr>
    <w:rPr>
      <w:rFonts w:asciiTheme="majorHAnsi" w:hAnsiTheme="majorHAnsi"/>
      <w:b/>
      <w:spacing w:val="10"/>
      <w:sz w:val="24"/>
      <w:szCs w:val="24"/>
    </w:rPr>
  </w:style>
  <w:style w:type="paragraph" w:styleId="Heading2">
    <w:name w:val="heading 2"/>
    <w:basedOn w:val="Normal"/>
    <w:next w:val="Normal"/>
    <w:qFormat/>
    <w:rsid w:val="002F3CDD"/>
    <w:pPr>
      <w:spacing w:before="60" w:line="220" w:lineRule="atLeast"/>
      <w:outlineLvl w:val="1"/>
    </w:pPr>
    <w:rPr>
      <w:rFonts w:asciiTheme="majorHAnsi" w:hAnsiTheme="majorHAnsi"/>
      <w:spacing w:val="10"/>
      <w:szCs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9E0752"/>
    <w:pPr>
      <w:keepNext/>
      <w:jc w:val="lowKashida"/>
      <w:outlineLvl w:val="2"/>
    </w:pPr>
    <w:rPr>
      <w:rFonts w:ascii="Arial" w:hAnsi="Arial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0752"/>
    <w:pPr>
      <w:keepNext/>
      <w:outlineLvl w:val="3"/>
    </w:pPr>
    <w:rPr>
      <w:rFonts w:ascii="Arial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2146F"/>
    <w:rPr>
      <w:rFonts w:ascii="Tahoma" w:hAnsi="Tahoma" w:cs="Tahoma"/>
      <w:sz w:val="16"/>
      <w:szCs w:val="16"/>
    </w:rPr>
  </w:style>
  <w:style w:type="paragraph" w:customStyle="1" w:styleId="ContactInfo">
    <w:name w:val="Contact Info"/>
    <w:basedOn w:val="Normal"/>
    <w:next w:val="Normal"/>
    <w:qFormat/>
    <w:rsid w:val="002F3CDD"/>
    <w:pPr>
      <w:jc w:val="right"/>
    </w:pPr>
    <w:rPr>
      <w:rFonts w:cs="Arial"/>
      <w:sz w:val="18"/>
      <w:szCs w:val="18"/>
    </w:rPr>
  </w:style>
  <w:style w:type="paragraph" w:customStyle="1" w:styleId="YourName">
    <w:name w:val="Your Name"/>
    <w:basedOn w:val="Normal"/>
    <w:qFormat/>
    <w:rsid w:val="00B7604F"/>
    <w:pPr>
      <w:spacing w:before="200" w:after="40" w:line="220" w:lineRule="atLeast"/>
    </w:pPr>
    <w:rPr>
      <w:rFonts w:asciiTheme="majorHAnsi" w:hAnsiTheme="majorHAnsi"/>
      <w:b/>
      <w:spacing w:val="10"/>
      <w:sz w:val="48"/>
      <w:szCs w:val="48"/>
    </w:rPr>
  </w:style>
  <w:style w:type="character" w:customStyle="1" w:styleId="BalloonTextChar">
    <w:name w:val="Balloon Text Char"/>
    <w:basedOn w:val="DefaultParagraphFont"/>
    <w:link w:val="BalloonText"/>
    <w:semiHidden/>
    <w:rsid w:val="0032146F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next w:val="Normal"/>
    <w:unhideWhenUsed/>
    <w:qFormat/>
    <w:rsid w:val="0032146F"/>
    <w:pPr>
      <w:numPr>
        <w:numId w:val="2"/>
      </w:numPr>
    </w:pPr>
    <w:rPr>
      <w:spacing w:val="-5"/>
    </w:rPr>
  </w:style>
  <w:style w:type="character" w:styleId="PlaceholderText">
    <w:name w:val="Placeholder Text"/>
    <w:basedOn w:val="DefaultParagraphFont"/>
    <w:uiPriority w:val="99"/>
    <w:semiHidden/>
    <w:rsid w:val="002F3CDD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9E0752"/>
    <w:rPr>
      <w:rFonts w:ascii="Arial" w:hAnsi="Arial" w:cs="Traditional Arabic"/>
      <w:b/>
      <w:bCs/>
      <w:sz w:val="24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9E0752"/>
    <w:rPr>
      <w:rFonts w:ascii="Arial" w:hAnsi="Arial" w:cs="Traditional Arabic"/>
      <w:b/>
      <w:bCs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rsid w:val="009E0752"/>
    <w:rPr>
      <w:rFonts w:asciiTheme="majorHAnsi" w:hAnsiTheme="majorHAnsi"/>
      <w:b/>
      <w:spacing w:val="1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075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nhideWhenUsed/>
    <w:rsid w:val="009E07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E0752"/>
    <w:rPr>
      <w:rFonts w:cs="Traditional Arabic"/>
      <w:lang w:val="en-GB"/>
    </w:rPr>
  </w:style>
  <w:style w:type="paragraph" w:styleId="BodyText">
    <w:name w:val="Body Text"/>
    <w:basedOn w:val="Normal"/>
    <w:link w:val="BodyTextChar"/>
    <w:semiHidden/>
    <w:unhideWhenUsed/>
    <w:rsid w:val="009E0752"/>
    <w:pPr>
      <w:jc w:val="lowKashida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semiHidden/>
    <w:rsid w:val="009E0752"/>
    <w:rPr>
      <w:rFonts w:ascii="Arial" w:hAnsi="Arial" w:cs="Traditional Arabic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9E0752"/>
    <w:pPr>
      <w:jc w:val="lowKashida"/>
    </w:pPr>
    <w:rPr>
      <w:rFonts w:ascii="Arial" w:hAnsi="Arial"/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9E0752"/>
    <w:rPr>
      <w:rFonts w:ascii="Arial" w:hAnsi="Arial" w:cs="Traditional Arabic"/>
      <w:szCs w:val="28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0752"/>
    <w:rPr>
      <w:rFonts w:ascii="Consolas" w:eastAsia="Calibri" w:hAnsi="Consolas"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0752"/>
    <w:rPr>
      <w:rFonts w:ascii="Consolas" w:eastAsia="Calibri" w:hAnsi="Consolas" w:cs="Arial"/>
      <w:sz w:val="21"/>
      <w:szCs w:val="21"/>
      <w:lang w:val="en-GB"/>
    </w:rPr>
  </w:style>
  <w:style w:type="character" w:customStyle="1" w:styleId="basictext1">
    <w:name w:val="basictext1"/>
    <w:basedOn w:val="DefaultParagraphFont"/>
    <w:rsid w:val="009E0752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customStyle="1" w:styleId="head11">
    <w:name w:val="head11"/>
    <w:basedOn w:val="DefaultParagraphFont"/>
    <w:rsid w:val="009E0752"/>
    <w:rPr>
      <w:rFonts w:ascii="Verdana" w:hAnsi="Verdana" w:hint="default"/>
      <w:b/>
      <w:bCs/>
      <w:color w:val="333333"/>
      <w:sz w:val="22"/>
      <w:szCs w:val="22"/>
    </w:rPr>
  </w:style>
  <w:style w:type="character" w:styleId="Strong">
    <w:name w:val="Strong"/>
    <w:basedOn w:val="DefaultParagraphFont"/>
    <w:uiPriority w:val="22"/>
    <w:qFormat/>
    <w:rsid w:val="00032E8E"/>
    <w:rPr>
      <w:b/>
      <w:bCs/>
      <w:i w:val="0"/>
      <w:iCs w:val="0"/>
    </w:rPr>
  </w:style>
  <w:style w:type="paragraph" w:styleId="Header">
    <w:name w:val="header"/>
    <w:basedOn w:val="Normal"/>
    <w:link w:val="HeaderChar"/>
    <w:unhideWhenUsed/>
    <w:rsid w:val="00802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02188"/>
    <w:rPr>
      <w:rFonts w:cs="Traditional Arabic"/>
      <w:lang w:val="en-GB"/>
    </w:rPr>
  </w:style>
  <w:style w:type="table" w:styleId="TableGrid">
    <w:name w:val="Table Grid"/>
    <w:basedOn w:val="TableNormal"/>
    <w:rsid w:val="00A468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A4681A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unhideWhenUsed/>
    <w:qFormat/>
    <w:rsid w:val="00A468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752"/>
    <w:rPr>
      <w:rFonts w:cs="Traditional Arabic"/>
      <w:lang w:val="en-GB"/>
    </w:rPr>
  </w:style>
  <w:style w:type="paragraph" w:styleId="Heading1">
    <w:name w:val="heading 1"/>
    <w:basedOn w:val="Normal"/>
    <w:next w:val="Normal"/>
    <w:link w:val="Heading1Char"/>
    <w:qFormat/>
    <w:rsid w:val="002F3CDD"/>
    <w:pPr>
      <w:spacing w:before="240"/>
      <w:jc w:val="right"/>
      <w:outlineLvl w:val="0"/>
    </w:pPr>
    <w:rPr>
      <w:rFonts w:asciiTheme="majorHAnsi" w:hAnsiTheme="majorHAnsi"/>
      <w:b/>
      <w:spacing w:val="10"/>
      <w:sz w:val="24"/>
      <w:szCs w:val="24"/>
    </w:rPr>
  </w:style>
  <w:style w:type="paragraph" w:styleId="Heading2">
    <w:name w:val="heading 2"/>
    <w:basedOn w:val="Normal"/>
    <w:next w:val="Normal"/>
    <w:qFormat/>
    <w:rsid w:val="002F3CDD"/>
    <w:pPr>
      <w:spacing w:before="60" w:line="220" w:lineRule="atLeast"/>
      <w:outlineLvl w:val="1"/>
    </w:pPr>
    <w:rPr>
      <w:rFonts w:asciiTheme="majorHAnsi" w:hAnsiTheme="majorHAnsi"/>
      <w:spacing w:val="10"/>
      <w:szCs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9E0752"/>
    <w:pPr>
      <w:keepNext/>
      <w:jc w:val="lowKashida"/>
      <w:outlineLvl w:val="2"/>
    </w:pPr>
    <w:rPr>
      <w:rFonts w:ascii="Arial" w:hAnsi="Arial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0752"/>
    <w:pPr>
      <w:keepNext/>
      <w:outlineLvl w:val="3"/>
    </w:pPr>
    <w:rPr>
      <w:rFonts w:ascii="Arial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2146F"/>
    <w:rPr>
      <w:rFonts w:ascii="Tahoma" w:hAnsi="Tahoma" w:cs="Tahoma"/>
      <w:sz w:val="16"/>
      <w:szCs w:val="16"/>
    </w:rPr>
  </w:style>
  <w:style w:type="paragraph" w:customStyle="1" w:styleId="ContactInfo">
    <w:name w:val="Contact Info"/>
    <w:basedOn w:val="Normal"/>
    <w:next w:val="Normal"/>
    <w:qFormat/>
    <w:rsid w:val="002F3CDD"/>
    <w:pPr>
      <w:jc w:val="right"/>
    </w:pPr>
    <w:rPr>
      <w:rFonts w:cs="Arial"/>
      <w:sz w:val="18"/>
      <w:szCs w:val="18"/>
    </w:rPr>
  </w:style>
  <w:style w:type="paragraph" w:customStyle="1" w:styleId="YourName">
    <w:name w:val="Your Name"/>
    <w:basedOn w:val="Normal"/>
    <w:qFormat/>
    <w:rsid w:val="00B7604F"/>
    <w:pPr>
      <w:spacing w:before="200" w:after="40" w:line="220" w:lineRule="atLeast"/>
    </w:pPr>
    <w:rPr>
      <w:rFonts w:asciiTheme="majorHAnsi" w:hAnsiTheme="majorHAnsi"/>
      <w:b/>
      <w:spacing w:val="10"/>
      <w:sz w:val="48"/>
      <w:szCs w:val="48"/>
    </w:rPr>
  </w:style>
  <w:style w:type="character" w:customStyle="1" w:styleId="BalloonTextChar">
    <w:name w:val="Balloon Text Char"/>
    <w:basedOn w:val="DefaultParagraphFont"/>
    <w:link w:val="BalloonText"/>
    <w:semiHidden/>
    <w:rsid w:val="0032146F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next w:val="Normal"/>
    <w:unhideWhenUsed/>
    <w:qFormat/>
    <w:rsid w:val="0032146F"/>
    <w:pPr>
      <w:numPr>
        <w:numId w:val="2"/>
      </w:numPr>
    </w:pPr>
    <w:rPr>
      <w:spacing w:val="-5"/>
    </w:rPr>
  </w:style>
  <w:style w:type="character" w:styleId="PlaceholderText">
    <w:name w:val="Placeholder Text"/>
    <w:basedOn w:val="DefaultParagraphFont"/>
    <w:uiPriority w:val="99"/>
    <w:semiHidden/>
    <w:rsid w:val="002F3CDD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9E0752"/>
    <w:rPr>
      <w:rFonts w:ascii="Arial" w:hAnsi="Arial" w:cs="Traditional Arabic"/>
      <w:b/>
      <w:bCs/>
      <w:sz w:val="24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9E0752"/>
    <w:rPr>
      <w:rFonts w:ascii="Arial" w:hAnsi="Arial" w:cs="Traditional Arabic"/>
      <w:b/>
      <w:bCs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rsid w:val="009E0752"/>
    <w:rPr>
      <w:rFonts w:asciiTheme="majorHAnsi" w:hAnsiTheme="majorHAnsi"/>
      <w:b/>
      <w:spacing w:val="1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075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nhideWhenUsed/>
    <w:rsid w:val="009E07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E0752"/>
    <w:rPr>
      <w:rFonts w:cs="Traditional Arabic"/>
      <w:lang w:val="en-GB"/>
    </w:rPr>
  </w:style>
  <w:style w:type="paragraph" w:styleId="BodyText">
    <w:name w:val="Body Text"/>
    <w:basedOn w:val="Normal"/>
    <w:link w:val="BodyTextChar"/>
    <w:semiHidden/>
    <w:unhideWhenUsed/>
    <w:rsid w:val="009E0752"/>
    <w:pPr>
      <w:jc w:val="lowKashida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semiHidden/>
    <w:rsid w:val="009E0752"/>
    <w:rPr>
      <w:rFonts w:ascii="Arial" w:hAnsi="Arial" w:cs="Traditional Arabic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9E0752"/>
    <w:pPr>
      <w:jc w:val="lowKashida"/>
    </w:pPr>
    <w:rPr>
      <w:rFonts w:ascii="Arial" w:hAnsi="Arial"/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9E0752"/>
    <w:rPr>
      <w:rFonts w:ascii="Arial" w:hAnsi="Arial" w:cs="Traditional Arabic"/>
      <w:szCs w:val="28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0752"/>
    <w:rPr>
      <w:rFonts w:ascii="Consolas" w:eastAsia="Calibri" w:hAnsi="Consolas"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0752"/>
    <w:rPr>
      <w:rFonts w:ascii="Consolas" w:eastAsia="Calibri" w:hAnsi="Consolas" w:cs="Arial"/>
      <w:sz w:val="21"/>
      <w:szCs w:val="21"/>
      <w:lang w:val="en-GB"/>
    </w:rPr>
  </w:style>
  <w:style w:type="character" w:customStyle="1" w:styleId="basictext1">
    <w:name w:val="basictext1"/>
    <w:basedOn w:val="DefaultParagraphFont"/>
    <w:rsid w:val="009E0752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customStyle="1" w:styleId="head11">
    <w:name w:val="head11"/>
    <w:basedOn w:val="DefaultParagraphFont"/>
    <w:rsid w:val="009E0752"/>
    <w:rPr>
      <w:rFonts w:ascii="Verdana" w:hAnsi="Verdana" w:hint="default"/>
      <w:b/>
      <w:bCs/>
      <w:color w:val="333333"/>
      <w:sz w:val="22"/>
      <w:szCs w:val="22"/>
    </w:rPr>
  </w:style>
  <w:style w:type="character" w:styleId="Strong">
    <w:name w:val="Strong"/>
    <w:basedOn w:val="DefaultParagraphFont"/>
    <w:uiPriority w:val="22"/>
    <w:qFormat/>
    <w:rsid w:val="00032E8E"/>
    <w:rPr>
      <w:b/>
      <w:bCs/>
      <w:i w:val="0"/>
      <w:iCs w:val="0"/>
    </w:rPr>
  </w:style>
  <w:style w:type="paragraph" w:styleId="Header">
    <w:name w:val="header"/>
    <w:basedOn w:val="Normal"/>
    <w:link w:val="HeaderChar"/>
    <w:unhideWhenUsed/>
    <w:rsid w:val="00802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02188"/>
    <w:rPr>
      <w:rFonts w:cs="Traditional Arabic"/>
      <w:lang w:val="en-GB"/>
    </w:rPr>
  </w:style>
  <w:style w:type="table" w:styleId="TableGrid">
    <w:name w:val="Table Grid"/>
    <w:basedOn w:val="TableNormal"/>
    <w:rsid w:val="00A468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A4681A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unhideWhenUsed/>
    <w:qFormat/>
    <w:rsid w:val="00A46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5328">
              <w:marLeft w:val="39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2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4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14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13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15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jahed\AppData\Roaming\Microsoft\Templates\Chronological%20resume%20-%20CV%20(Modern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ume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FF9C4BA-F5BB-4B9D-83E0-B8FE6BDFD3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 - CV (Modern design)</Template>
  <TotalTime>76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Chronological resume - CV (Modern design)</vt:lpstr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Chronological resume - CV (Modern design)</dc:title>
  <dc:creator>mojahed</dc:creator>
  <cp:lastModifiedBy>A</cp:lastModifiedBy>
  <cp:revision>11</cp:revision>
  <dcterms:created xsi:type="dcterms:W3CDTF">2016-04-18T18:22:00Z</dcterms:created>
  <dcterms:modified xsi:type="dcterms:W3CDTF">2016-04-19T21:14:00Z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TC060915151033</vt:lpwstr>
  </property>
</Properties>
</file>